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8D1D28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D3036C" w:rsidRPr="00D3036C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Hw37</w:t>
                        </w:r>
                        <w:r w:rsidR="00D3036C">
                          <w:rPr>
                            <w:noProof/>
                          </w:rPr>
                          <w:t>_TransversalSpecialAngles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D3036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Thu, 16 Oct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860B4A" w:rsidRPr="00860B4A" w:rsidRDefault="00860B4A" w:rsidP="00524669">
      <w:r w:rsidRPr="00524669">
        <w:rPr>
          <w:b/>
        </w:rPr>
        <w:t>Identifying Special Angle Relationships</w:t>
      </w:r>
    </w:p>
    <w:p w:rsidR="00860B4A" w:rsidRPr="00524669" w:rsidRDefault="00860B4A" w:rsidP="00860B4A">
      <w:pPr>
        <w:rPr>
          <w:i/>
        </w:rPr>
      </w:pPr>
      <w:r>
        <w:rPr>
          <w:b/>
          <w:i/>
          <w:u w:val="single"/>
        </w:rPr>
        <w:t>Instructions</w:t>
      </w:r>
      <w:r>
        <w:rPr>
          <w:b/>
          <w:i/>
        </w:rPr>
        <w:t xml:space="preserve">: </w:t>
      </w:r>
      <w:r>
        <w:rPr>
          <w:i/>
        </w:rPr>
        <w:t xml:space="preserve">For each set below, use the same color for </w:t>
      </w:r>
      <w:r w:rsidR="00524669">
        <w:rPr>
          <w:b/>
          <w:i/>
        </w:rPr>
        <w:t>special pairs of angles</w:t>
      </w:r>
      <w:r w:rsidR="00524669">
        <w:rPr>
          <w:i/>
        </w:rPr>
        <w:t xml:space="preserve"> (meaning both angles in a pair would have the same color). You will need </w:t>
      </w:r>
      <w:proofErr w:type="gramStart"/>
      <w:r w:rsidR="00524669">
        <w:rPr>
          <w:i/>
        </w:rPr>
        <w:t>4</w:t>
      </w:r>
      <w:proofErr w:type="gramEnd"/>
      <w:r w:rsidR="00524669">
        <w:rPr>
          <w:i/>
        </w:rPr>
        <w:t xml:space="preserve"> different colors (highlighters, pens, colored pencils, crayons, etc. are fine).</w:t>
      </w:r>
    </w:p>
    <w:p w:rsidR="00860B4A" w:rsidRPr="00860B4A" w:rsidRDefault="00860B4A" w:rsidP="00860B4A">
      <w:pPr>
        <w:rPr>
          <w:i/>
        </w:rPr>
      </w:pPr>
    </w:p>
    <w:tbl>
      <w:tblPr>
        <w:tblStyle w:val="TableGrid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524669" w:rsidRPr="00524669" w:rsidTr="00524669">
        <w:tc>
          <w:tcPr>
            <w:tcW w:w="2754" w:type="dxa"/>
          </w:tcPr>
          <w:p w:rsidR="00524669" w:rsidRPr="00524669" w:rsidRDefault="00524669" w:rsidP="00DD3A4F">
            <w:pPr>
              <w:rPr>
                <w:b/>
                <w:sz w:val="20"/>
              </w:rPr>
            </w:pPr>
            <w:r w:rsidRPr="00524669">
              <w:rPr>
                <w:sz w:val="20"/>
              </w:rPr>
              <w:t xml:space="preserve">1.  Color code the </w:t>
            </w:r>
            <w:r w:rsidRPr="00524669">
              <w:rPr>
                <w:sz w:val="20"/>
                <w:u w:val="single"/>
              </w:rPr>
              <w:t>two</w:t>
            </w:r>
            <w:r w:rsidRPr="00524669">
              <w:rPr>
                <w:sz w:val="20"/>
              </w:rPr>
              <w:t xml:space="preserve"> sets </w:t>
            </w:r>
            <w:proofErr w:type="gramStart"/>
            <w:r w:rsidRPr="00524669">
              <w:rPr>
                <w:sz w:val="20"/>
              </w:rPr>
              <w:t xml:space="preserve">of  </w:t>
            </w:r>
            <w:proofErr w:type="gramEnd"/>
            <w:r w:rsidRPr="00524669">
              <w:rPr>
                <w:sz w:val="20"/>
              </w:rPr>
              <w:br/>
            </w:r>
            <w:r w:rsidRPr="00524669">
              <w:rPr>
                <w:b/>
                <w:sz w:val="20"/>
                <w:u w:val="single"/>
              </w:rPr>
              <w:t>alternate interior angles</w:t>
            </w:r>
            <w:r w:rsidRPr="00524669">
              <w:rPr>
                <w:b/>
                <w:sz w:val="20"/>
              </w:rPr>
              <w:t>.</w:t>
            </w:r>
            <w:r w:rsidRPr="00524669">
              <w:rPr>
                <w:sz w:val="20"/>
              </w:rPr>
              <w:t xml:space="preserve">  </w:t>
            </w:r>
          </w:p>
          <w:p w:rsidR="00524669" w:rsidRDefault="00524669" w:rsidP="00DD3A4F">
            <w:pPr>
              <w:rPr>
                <w:b/>
                <w:sz w:val="20"/>
              </w:rPr>
            </w:pPr>
            <w:r w:rsidRPr="00524669">
              <w:rPr>
                <w:b/>
                <w:sz w:val="20"/>
              </w:rPr>
              <w:drawing>
                <wp:inline distT="0" distB="0" distL="0" distR="0">
                  <wp:extent cx="1543050" cy="1438275"/>
                  <wp:effectExtent l="19050" t="0" r="0" b="0"/>
                  <wp:docPr id="8" name="Picture 1" descr="http://3.bp.blogspot.com/_a1VB-fjgHlQ/TNg2sR2PotI/AAAAAAAAAGI/j35r2-QYa84/s1600/pict16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3.bp.blogspot.com/_a1VB-fjgHlQ/TNg2sR2PotI/AAAAAAAAAGI/j35r2-QYa84/s1600/pict16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1202" t="4911" r="27532" b="276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4669" w:rsidRPr="00524669" w:rsidRDefault="00524669" w:rsidP="00DD3A4F">
            <w:pPr>
              <w:rPr>
                <w:sz w:val="20"/>
              </w:rPr>
            </w:pPr>
            <w:r>
              <w:rPr>
                <w:sz w:val="20"/>
              </w:rPr>
              <w:t xml:space="preserve">What is the </w:t>
            </w:r>
            <w:r>
              <w:rPr>
                <w:b/>
                <w:sz w:val="20"/>
              </w:rPr>
              <w:t>relationship</w:t>
            </w:r>
            <w:r>
              <w:rPr>
                <w:sz w:val="20"/>
              </w:rPr>
              <w:t xml:space="preserve"> of these angles? </w:t>
            </w:r>
          </w:p>
          <w:p w:rsidR="00524669" w:rsidRPr="00524669" w:rsidRDefault="00524669" w:rsidP="00DD3A4F">
            <w:pPr>
              <w:rPr>
                <w:sz w:val="20"/>
              </w:rPr>
            </w:pPr>
          </w:p>
        </w:tc>
        <w:tc>
          <w:tcPr>
            <w:tcW w:w="2754" w:type="dxa"/>
          </w:tcPr>
          <w:p w:rsidR="00524669" w:rsidRPr="00524669" w:rsidRDefault="00524669" w:rsidP="00524669">
            <w:pPr>
              <w:rPr>
                <w:b/>
                <w:sz w:val="20"/>
              </w:rPr>
            </w:pPr>
            <w:r w:rsidRPr="00524669">
              <w:rPr>
                <w:sz w:val="20"/>
              </w:rPr>
              <w:t xml:space="preserve">2. Color </w:t>
            </w:r>
            <w:proofErr w:type="gramStart"/>
            <w:r w:rsidRPr="00524669">
              <w:rPr>
                <w:sz w:val="20"/>
              </w:rPr>
              <w:t>code</w:t>
            </w:r>
            <w:proofErr w:type="gramEnd"/>
            <w:r w:rsidRPr="00524669">
              <w:rPr>
                <w:sz w:val="20"/>
              </w:rPr>
              <w:t xml:space="preserve"> the </w:t>
            </w:r>
            <w:r w:rsidRPr="00524669">
              <w:rPr>
                <w:sz w:val="20"/>
                <w:u w:val="single"/>
              </w:rPr>
              <w:t>two</w:t>
            </w:r>
            <w:r w:rsidRPr="00524669">
              <w:rPr>
                <w:sz w:val="20"/>
              </w:rPr>
              <w:t xml:space="preserve"> sets of </w:t>
            </w:r>
            <w:r w:rsidRPr="00524669">
              <w:rPr>
                <w:b/>
                <w:sz w:val="20"/>
                <w:u w:val="single"/>
              </w:rPr>
              <w:t>alternate exterior angles</w:t>
            </w:r>
            <w:r w:rsidRPr="00524669">
              <w:rPr>
                <w:b/>
                <w:sz w:val="20"/>
              </w:rPr>
              <w:t>.</w:t>
            </w:r>
            <w:r w:rsidRPr="00524669">
              <w:rPr>
                <w:sz w:val="20"/>
              </w:rPr>
              <w:t xml:space="preserve">  </w:t>
            </w:r>
          </w:p>
          <w:p w:rsidR="00524669" w:rsidRDefault="00524669" w:rsidP="00524669">
            <w:pPr>
              <w:rPr>
                <w:b/>
                <w:sz w:val="20"/>
              </w:rPr>
            </w:pPr>
            <w:r w:rsidRPr="00524669">
              <w:rPr>
                <w:b/>
                <w:sz w:val="20"/>
              </w:rPr>
              <w:drawing>
                <wp:inline distT="0" distB="0" distL="0" distR="0">
                  <wp:extent cx="1543050" cy="1438275"/>
                  <wp:effectExtent l="19050" t="0" r="0" b="0"/>
                  <wp:docPr id="14" name="Picture 1" descr="http://3.bp.blogspot.com/_a1VB-fjgHlQ/TNg2sR2PotI/AAAAAAAAAGI/j35r2-QYa84/s1600/pict16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3.bp.blogspot.com/_a1VB-fjgHlQ/TNg2sR2PotI/AAAAAAAAAGI/j35r2-QYa84/s1600/pict16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1202" t="4911" r="27532" b="276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4669" w:rsidRPr="00524669" w:rsidRDefault="00524669" w:rsidP="00524669">
            <w:pPr>
              <w:rPr>
                <w:sz w:val="20"/>
              </w:rPr>
            </w:pPr>
            <w:r>
              <w:rPr>
                <w:sz w:val="20"/>
              </w:rPr>
              <w:t xml:space="preserve">What is the </w:t>
            </w:r>
            <w:r>
              <w:rPr>
                <w:b/>
                <w:sz w:val="20"/>
              </w:rPr>
              <w:t>relationship</w:t>
            </w:r>
            <w:r>
              <w:rPr>
                <w:sz w:val="20"/>
              </w:rPr>
              <w:t xml:space="preserve"> of these angles? </w:t>
            </w:r>
          </w:p>
          <w:p w:rsidR="00524669" w:rsidRPr="00524669" w:rsidRDefault="00524669" w:rsidP="00524669">
            <w:pPr>
              <w:rPr>
                <w:sz w:val="20"/>
              </w:rPr>
            </w:pPr>
          </w:p>
        </w:tc>
        <w:tc>
          <w:tcPr>
            <w:tcW w:w="2754" w:type="dxa"/>
          </w:tcPr>
          <w:p w:rsidR="00524669" w:rsidRPr="00524669" w:rsidRDefault="00524669" w:rsidP="00524669">
            <w:pPr>
              <w:rPr>
                <w:b/>
                <w:sz w:val="20"/>
              </w:rPr>
            </w:pPr>
            <w:r w:rsidRPr="00524669">
              <w:rPr>
                <w:sz w:val="20"/>
              </w:rPr>
              <w:t xml:space="preserve">3. Color </w:t>
            </w:r>
            <w:proofErr w:type="gramStart"/>
            <w:r w:rsidRPr="00524669">
              <w:rPr>
                <w:sz w:val="20"/>
              </w:rPr>
              <w:t>code</w:t>
            </w:r>
            <w:proofErr w:type="gramEnd"/>
            <w:r w:rsidRPr="00524669">
              <w:rPr>
                <w:sz w:val="20"/>
              </w:rPr>
              <w:t xml:space="preserve"> the </w:t>
            </w:r>
            <w:r w:rsidRPr="00524669">
              <w:rPr>
                <w:sz w:val="20"/>
                <w:u w:val="single"/>
              </w:rPr>
              <w:t>four</w:t>
            </w:r>
            <w:r w:rsidRPr="00524669">
              <w:rPr>
                <w:sz w:val="20"/>
              </w:rPr>
              <w:t xml:space="preserve"> sets of </w:t>
            </w:r>
            <w:r w:rsidRPr="00524669">
              <w:rPr>
                <w:b/>
                <w:sz w:val="20"/>
                <w:u w:val="single"/>
              </w:rPr>
              <w:t>corresponding angles</w:t>
            </w:r>
            <w:r w:rsidRPr="00524669">
              <w:rPr>
                <w:b/>
                <w:sz w:val="20"/>
              </w:rPr>
              <w:t xml:space="preserve">. </w:t>
            </w:r>
            <w:r w:rsidRPr="00524669">
              <w:rPr>
                <w:sz w:val="20"/>
              </w:rPr>
              <w:t xml:space="preserve">  </w:t>
            </w:r>
          </w:p>
          <w:p w:rsidR="00524669" w:rsidRDefault="00524669" w:rsidP="00524669">
            <w:pPr>
              <w:rPr>
                <w:b/>
                <w:sz w:val="20"/>
              </w:rPr>
            </w:pPr>
            <w:r w:rsidRPr="00524669">
              <w:rPr>
                <w:b/>
                <w:sz w:val="20"/>
              </w:rPr>
              <w:drawing>
                <wp:inline distT="0" distB="0" distL="0" distR="0">
                  <wp:extent cx="1543050" cy="1438275"/>
                  <wp:effectExtent l="19050" t="0" r="0" b="0"/>
                  <wp:docPr id="15" name="Picture 1" descr="http://3.bp.blogspot.com/_a1VB-fjgHlQ/TNg2sR2PotI/AAAAAAAAAGI/j35r2-QYa84/s1600/pict16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3.bp.blogspot.com/_a1VB-fjgHlQ/TNg2sR2PotI/AAAAAAAAAGI/j35r2-QYa84/s1600/pict16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1202" t="4911" r="27532" b="276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4669" w:rsidRPr="00524669" w:rsidRDefault="00524669" w:rsidP="00524669">
            <w:pPr>
              <w:rPr>
                <w:sz w:val="20"/>
              </w:rPr>
            </w:pPr>
            <w:r>
              <w:rPr>
                <w:sz w:val="20"/>
              </w:rPr>
              <w:t xml:space="preserve">What is the </w:t>
            </w:r>
            <w:r>
              <w:rPr>
                <w:b/>
                <w:sz w:val="20"/>
              </w:rPr>
              <w:t>relationship</w:t>
            </w:r>
            <w:r>
              <w:rPr>
                <w:sz w:val="20"/>
              </w:rPr>
              <w:t xml:space="preserve"> of these angles? </w:t>
            </w:r>
          </w:p>
          <w:p w:rsidR="00524669" w:rsidRPr="00524669" w:rsidRDefault="00524669" w:rsidP="00DD3A4F">
            <w:pPr>
              <w:rPr>
                <w:sz w:val="20"/>
              </w:rPr>
            </w:pPr>
          </w:p>
        </w:tc>
        <w:tc>
          <w:tcPr>
            <w:tcW w:w="2754" w:type="dxa"/>
          </w:tcPr>
          <w:p w:rsidR="00524669" w:rsidRPr="00524669" w:rsidRDefault="00524669" w:rsidP="00524669">
            <w:pPr>
              <w:rPr>
                <w:rFonts w:eastAsiaTheme="minorEastAsia"/>
                <w:sz w:val="20"/>
              </w:rPr>
            </w:pPr>
            <w:r>
              <w:rPr>
                <w:sz w:val="20"/>
              </w:rPr>
              <w:t xml:space="preserve">4. Use one color to mark all angles that </w:t>
            </w:r>
            <w:r w:rsidRPr="00524669">
              <w:rPr>
                <w:b/>
              </w:rPr>
              <w:sym w:font="Symbol" w:char="F040"/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r>
              <w:rPr>
                <w:b/>
                <w:sz w:val="20"/>
                <w:u w:val="single"/>
              </w:rPr>
              <w:t xml:space="preserve">are </w:t>
            </w:r>
            <w:r w:rsidRPr="00524669">
              <w:rPr>
                <w:b/>
                <w:sz w:val="20"/>
                <w:u w:val="single"/>
              </w:rPr>
              <w:t>congruent</w:t>
            </w:r>
            <w:r>
              <w:rPr>
                <w:b/>
                <w:sz w:val="20"/>
              </w:rPr>
              <w:t xml:space="preserve"> </w:t>
            </w:r>
            <w:r w:rsidRPr="00524669">
              <w:rPr>
                <w:b/>
                <w:sz w:val="20"/>
                <w:u w:val="single"/>
              </w:rPr>
              <w:t>to</w:t>
            </w:r>
            <w:r>
              <w:rPr>
                <w:b/>
                <w:sz w:val="20"/>
              </w:rPr>
              <w:t>)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 xml:space="preserve"> ∠A</m:t>
              </m:r>
            </m:oMath>
            <w:r>
              <w:rPr>
                <w:rFonts w:eastAsiaTheme="minorEastAsia"/>
                <w:b/>
                <w:sz w:val="20"/>
              </w:rPr>
              <w:t xml:space="preserve"> </w:t>
            </w:r>
            <w:r>
              <w:rPr>
                <w:rFonts w:eastAsiaTheme="minorEastAsia"/>
                <w:sz w:val="20"/>
              </w:rPr>
              <w:t>(use 2 tic marks</w:t>
            </w:r>
            <w:proofErr w:type="gramStart"/>
            <w:r>
              <w:rPr>
                <w:rFonts w:eastAsiaTheme="minorEastAsia"/>
                <w:sz w:val="20"/>
              </w:rPr>
              <w:t>)and</w:t>
            </w:r>
            <w:proofErr w:type="gramEnd"/>
            <w:r>
              <w:rPr>
                <w:rFonts w:eastAsiaTheme="minorEastAsia"/>
                <w:sz w:val="20"/>
              </w:rPr>
              <w:t xml:space="preserve"> another color for angles  </w:t>
            </w:r>
            <m:r>
              <w:rPr>
                <w:rFonts w:ascii="Cambria Math" w:eastAsiaTheme="minorEastAsia" w:hAnsi="Cambria Math"/>
                <w:sz w:val="20"/>
              </w:rPr>
              <w:br/>
            </m:r>
            <m:oMath>
              <m:r>
                <m:rPr>
                  <m:sty m:val="b"/>
                </m:rPr>
                <w:rPr>
                  <w:rFonts w:ascii="Cambria Math" w:hAnsi="Cambria Math"/>
                  <w:b/>
                </w:rPr>
                <w:sym w:font="Symbol" w:char="F040"/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0"/>
                </w:rPr>
                <m:t>∠B</m:t>
              </m:r>
            </m:oMath>
            <w:r>
              <w:rPr>
                <w:rFonts w:eastAsiaTheme="minorEastAsia"/>
                <w:sz w:val="20"/>
              </w:rPr>
              <w:t xml:space="preserve"> (use 1 tic mark).</w:t>
            </w:r>
          </w:p>
          <w:p w:rsidR="00524669" w:rsidRPr="00524669" w:rsidRDefault="00524669" w:rsidP="00524669">
            <w:pPr>
              <w:rPr>
                <w:b/>
                <w:sz w:val="20"/>
              </w:rPr>
            </w:pPr>
            <w:r>
              <w:rPr>
                <w:noProof/>
                <w:sz w:val="20"/>
              </w:rPr>
              <w:pict>
                <v:group id="_x0000_s1037" style="position:absolute;margin-left:65.8pt;margin-top:5.9pt;width:58.85pt;height:28.15pt;z-index:251664384" coordorigin="10298,3614" coordsize="1177,563">
                  <v:shapetype id="_x0000_t19" coordsize="21600,21600" o:spt="19" adj="-5898240,,,21600,21600" path="wr-21600,,21600,43200,,,21600,21600nfewr-21600,,21600,43200,,,21600,21600l,21600nsxe" filled="f">
                    <v:formulas>
                      <v:f eqn="val #2"/>
                      <v:f eqn="val #3"/>
                      <v:f eqn="val #4"/>
                    </v:formulas>
                    <v:path arrowok="t" o:extrusionok="f" gradientshapeok="t" o:connecttype="custom" o:connectlocs="0,0;21600,21600;0,21600"/>
                    <v:handles>
                      <v:h position="@2,#0" polar="@0,@1"/>
                      <v:h position="@2,#1" polar="@0,@1"/>
                    </v:handles>
                  </v:shapetype>
                  <v:shape id="_x0000_s1032" type="#_x0000_t19" style="position:absolute;left:11250;top:3646;width:165;height:435" strokecolor="red" strokeweight="2.2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3" type="#_x0000_t32" style="position:absolute;left:11300;top:3800;width:175;height:45;flip:x" o:connectortype="straight" strokeweight="1.5pt"/>
                  <v:shape id="_x0000_s1034" type="#_x0000_t19" style="position:absolute;left:10419;top:3493;width:563;height:805;rotation:-4978361fd" strokecolor="#ffc000" strokeweight="2.25pt"/>
                  <v:shape id="_x0000_s1035" type="#_x0000_t32" style="position:absolute;left:10440;top:3663;width:150;height:199" o:connectortype="straight" strokeweight="1.5pt"/>
                  <v:shape id="_x0000_s1036" type="#_x0000_t32" style="position:absolute;left:10530;top:3620;width:150;height:199" o:connectortype="straight" strokeweight="1.5pt"/>
                </v:group>
              </w:pict>
            </w:r>
            <w:r w:rsidRPr="00524669">
              <w:rPr>
                <w:rFonts w:eastAsiaTheme="minorEastAsia"/>
                <w:b/>
                <w:sz w:val="20"/>
              </w:rPr>
              <w:drawing>
                <wp:inline distT="0" distB="0" distL="0" distR="0">
                  <wp:extent cx="1543050" cy="1438275"/>
                  <wp:effectExtent l="19050" t="0" r="0" b="0"/>
                  <wp:docPr id="13" name="Picture 1" descr="http://3.bp.blogspot.com/_a1VB-fjgHlQ/TNg2sR2PotI/AAAAAAAAAGI/j35r2-QYa84/s1600/pict16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3.bp.blogspot.com/_a1VB-fjgHlQ/TNg2sR2PotI/AAAAAAAAAGI/j35r2-QYa84/s1600/pict16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1202" t="4911" r="27532" b="276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0B4A" w:rsidRDefault="00860B4A"/>
    <w:p w:rsidR="00524669" w:rsidRPr="00524669" w:rsidRDefault="00524669" w:rsidP="00524669">
      <w:pPr>
        <w:spacing w:line="360" w:lineRule="auto"/>
        <w:rPr>
          <w:b/>
          <w:i/>
        </w:rPr>
      </w:pPr>
      <w:r>
        <w:rPr>
          <w:i/>
        </w:rPr>
        <w:t xml:space="preserve">Answer #5 &amp; 6 just for </w:t>
      </w:r>
      <w:r>
        <w:rPr>
          <w:b/>
          <w:i/>
        </w:rPr>
        <w:t>parallel lines</w:t>
      </w:r>
      <w:r>
        <w:rPr>
          <w:i/>
        </w:rPr>
        <w:t xml:space="preserve"> intersected by a </w:t>
      </w:r>
      <w:r>
        <w:rPr>
          <w:b/>
          <w:i/>
        </w:rPr>
        <w:t>transversal.</w:t>
      </w:r>
    </w:p>
    <w:p w:rsidR="00524669" w:rsidRPr="00524669" w:rsidRDefault="00524669" w:rsidP="00524669">
      <w:pPr>
        <w:tabs>
          <w:tab w:val="left" w:pos="10800"/>
        </w:tabs>
        <w:spacing w:line="360" w:lineRule="auto"/>
        <w:rPr>
          <w:b/>
        </w:rPr>
      </w:pPr>
      <w:r w:rsidRPr="00524669">
        <w:t>5.</w:t>
      </w:r>
      <w:r>
        <w:rPr>
          <w:b/>
        </w:rPr>
        <w:t xml:space="preserve"> </w:t>
      </w:r>
      <w:r w:rsidRPr="00524669">
        <w:t>What type</w:t>
      </w:r>
      <w:r>
        <w:t>s</w:t>
      </w:r>
      <w:r w:rsidRPr="00524669">
        <w:t xml:space="preserve"> of angles are</w:t>
      </w:r>
      <w:r>
        <w:rPr>
          <w:b/>
        </w:rPr>
        <w:t xml:space="preserve"> congruent (</w:t>
      </w:r>
      <w:r w:rsidRPr="00524669">
        <w:rPr>
          <w:b/>
        </w:rPr>
        <w:sym w:font="Symbol" w:char="F040"/>
      </w:r>
      <w:r>
        <w:rPr>
          <w:b/>
        </w:rPr>
        <w:t>)</w:t>
      </w:r>
      <w:r w:rsidRPr="00524669">
        <w:t>?</w:t>
      </w:r>
      <w:r w:rsidRPr="00524669">
        <w:rPr>
          <w:u w:val="single"/>
        </w:rPr>
        <w:tab/>
      </w:r>
      <w:r>
        <w:tab/>
      </w:r>
    </w:p>
    <w:p w:rsidR="00524669" w:rsidRDefault="00524669" w:rsidP="00524669">
      <w:pPr>
        <w:tabs>
          <w:tab w:val="left" w:pos="10800"/>
        </w:tabs>
        <w:spacing w:line="480" w:lineRule="auto"/>
      </w:pPr>
      <w:r>
        <w:t>6. Using the top intersection, list</w:t>
      </w:r>
      <w:r w:rsidRPr="00524669">
        <w:t xml:space="preserve"> </w:t>
      </w:r>
      <w:r>
        <w:t>the</w:t>
      </w:r>
      <w:r>
        <w:rPr>
          <w:b/>
        </w:rPr>
        <w:t xml:space="preserve"> </w:t>
      </w:r>
      <w:proofErr w:type="gramStart"/>
      <w:r w:rsidRPr="00524669">
        <w:rPr>
          <w:b/>
        </w:rPr>
        <w:t>4</w:t>
      </w:r>
      <w:proofErr w:type="gramEnd"/>
      <w:r w:rsidRPr="00524669">
        <w:rPr>
          <w:b/>
        </w:rPr>
        <w:t xml:space="preserve"> </w:t>
      </w:r>
      <w:r>
        <w:rPr>
          <w:b/>
        </w:rPr>
        <w:t>supplementary</w:t>
      </w:r>
      <w:r>
        <w:t xml:space="preserve"> </w:t>
      </w:r>
      <w:r w:rsidRPr="00524669">
        <w:rPr>
          <w:b/>
        </w:rPr>
        <w:t>angles</w:t>
      </w:r>
      <w:r>
        <w:rPr>
          <w:b/>
        </w:rPr>
        <w:t xml:space="preserve"> (=180°)</w:t>
      </w:r>
      <w:r w:rsidRPr="00524669">
        <w:t>?</w:t>
      </w:r>
      <w:r w:rsidRPr="00524669">
        <w:rPr>
          <w:u w:val="single"/>
        </w:rPr>
        <w:tab/>
      </w:r>
    </w:p>
    <w:p w:rsidR="00524669" w:rsidRDefault="00524669" w:rsidP="00524669">
      <w:pPr>
        <w:rPr>
          <w:b/>
        </w:rPr>
      </w:pPr>
      <w:r>
        <w:tab/>
      </w:r>
      <w:r>
        <w:tab/>
      </w:r>
    </w:p>
    <w:tbl>
      <w:tblPr>
        <w:tblStyle w:val="TableGrid"/>
        <w:tblW w:w="11178" w:type="dxa"/>
        <w:tblLook w:val="04A0"/>
      </w:tblPr>
      <w:tblGrid>
        <w:gridCol w:w="1855"/>
        <w:gridCol w:w="1324"/>
        <w:gridCol w:w="564"/>
        <w:gridCol w:w="1765"/>
        <w:gridCol w:w="215"/>
        <w:gridCol w:w="693"/>
        <w:gridCol w:w="2161"/>
        <w:gridCol w:w="2601"/>
      </w:tblGrid>
      <w:tr w:rsidR="00524669" w:rsidRPr="00BD464D" w:rsidTr="00524669">
        <w:tc>
          <w:tcPr>
            <w:tcW w:w="3179" w:type="dxa"/>
            <w:gridSpan w:val="2"/>
          </w:tcPr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 Find m</w:t>
            </w:r>
            <w:r w:rsidRPr="005E72FB">
              <w:rPr>
                <w:rFonts w:asciiTheme="minorHAnsi" w:hAnsiTheme="minorHAnsi" w:cstheme="minorHAnsi"/>
              </w:rPr>
              <w:sym w:font="Symbol" w:char="F0D0"/>
            </w:r>
            <w:r>
              <w:rPr>
                <w:rFonts w:asciiTheme="minorHAnsi" w:hAnsiTheme="minorHAnsi" w:cstheme="minorHAnsi"/>
              </w:rPr>
              <w:t>1 and m</w:t>
            </w:r>
            <w:r w:rsidRPr="005E72FB">
              <w:rPr>
                <w:rFonts w:asciiTheme="minorHAnsi" w:hAnsiTheme="minorHAnsi" w:cstheme="minorHAnsi"/>
              </w:rPr>
              <w:sym w:font="Symbol" w:char="F0D0"/>
            </w:r>
            <w:r>
              <w:rPr>
                <w:rFonts w:asciiTheme="minorHAnsi" w:hAnsiTheme="minorHAnsi" w:cstheme="minorHAnsi"/>
              </w:rPr>
              <w:t xml:space="preserve">2. </w:t>
            </w: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117475</wp:posOffset>
                  </wp:positionV>
                  <wp:extent cx="1533525" cy="1371600"/>
                  <wp:effectExtent l="19050" t="0" r="9525" b="0"/>
                  <wp:wrapNone/>
                  <wp:docPr id="1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  <w:p w:rsidR="00524669" w:rsidRPr="005E72FB" w:rsidRDefault="00524669" w:rsidP="006F7F1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37" w:type="dxa"/>
            <w:gridSpan w:val="4"/>
          </w:tcPr>
          <w:p w:rsidR="00524669" w:rsidRPr="005E72FB" w:rsidRDefault="00524669" w:rsidP="006F7F1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171450</wp:posOffset>
                  </wp:positionV>
                  <wp:extent cx="1266825" cy="1495425"/>
                  <wp:effectExtent l="19050" t="0" r="9525" b="0"/>
                  <wp:wrapNone/>
                  <wp:docPr id="1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HAnsi" w:hAnsiTheme="minorHAnsi" w:cstheme="minorHAnsi"/>
              </w:rPr>
              <w:t xml:space="preserve">8. </w:t>
            </w:r>
            <w:r w:rsidRPr="005E72FB">
              <w:rPr>
                <w:rFonts w:asciiTheme="minorHAnsi" w:hAnsiTheme="minorHAnsi" w:cstheme="minorHAnsi"/>
              </w:rPr>
              <w:t xml:space="preserve">Find </w:t>
            </w:r>
            <w:r>
              <w:rPr>
                <w:rFonts w:asciiTheme="minorHAnsi" w:hAnsiTheme="minorHAnsi" w:cstheme="minorHAnsi"/>
              </w:rPr>
              <w:t xml:space="preserve">x and y. </w:t>
            </w:r>
          </w:p>
        </w:tc>
        <w:tc>
          <w:tcPr>
            <w:tcW w:w="4762" w:type="dxa"/>
            <w:gridSpan w:val="2"/>
          </w:tcPr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9. Find m</w:t>
            </w:r>
            <w:r w:rsidRPr="005E72FB">
              <w:rPr>
                <w:rFonts w:asciiTheme="minorHAnsi" w:hAnsiTheme="minorHAnsi" w:cstheme="minorHAnsi"/>
              </w:rPr>
              <w:sym w:font="Symbol" w:char="F0D0"/>
            </w:r>
            <w:r>
              <w:rPr>
                <w:rFonts w:asciiTheme="minorHAnsi" w:hAnsiTheme="minorHAnsi" w:cstheme="minorHAnsi"/>
              </w:rPr>
              <w:t>1 and m</w:t>
            </w:r>
            <w:r w:rsidRPr="005E72FB">
              <w:rPr>
                <w:rFonts w:asciiTheme="minorHAnsi" w:hAnsiTheme="minorHAnsi" w:cstheme="minorHAnsi"/>
              </w:rPr>
              <w:sym w:font="Symbol" w:char="F0D0"/>
            </w:r>
            <w:r>
              <w:rPr>
                <w:rFonts w:asciiTheme="minorHAnsi" w:hAnsiTheme="minorHAnsi" w:cstheme="minorHAnsi"/>
              </w:rPr>
              <w:t>2.</w:t>
            </w:r>
          </w:p>
          <w:p w:rsidR="00524669" w:rsidRPr="00BD464D" w:rsidRDefault="00524669" w:rsidP="006F7F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155575</wp:posOffset>
                  </wp:positionV>
                  <wp:extent cx="1600200" cy="1152525"/>
                  <wp:effectExtent l="19050" t="0" r="0" b="0"/>
                  <wp:wrapNone/>
                  <wp:docPr id="1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24669" w:rsidRPr="00BD464D" w:rsidTr="00524669">
        <w:tc>
          <w:tcPr>
            <w:tcW w:w="3179" w:type="dxa"/>
            <w:gridSpan w:val="2"/>
          </w:tcPr>
          <w:p w:rsidR="00524669" w:rsidRDefault="00524669" w:rsidP="0052466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281305</wp:posOffset>
                  </wp:positionV>
                  <wp:extent cx="1439545" cy="857250"/>
                  <wp:effectExtent l="19050" t="0" r="8255" b="0"/>
                  <wp:wrapTopAndBottom/>
                  <wp:docPr id="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72FB">
              <w:rPr>
                <w:rFonts w:asciiTheme="minorHAnsi" w:hAnsiTheme="minorHAnsi" w:cstheme="minorHAnsi"/>
              </w:rPr>
              <w:t>10. What is the value of x?</w:t>
            </w:r>
            <w:r>
              <w:rPr>
                <w:rFonts w:asciiTheme="minorHAnsi" w:hAnsiTheme="minorHAnsi" w:cstheme="minorHAnsi"/>
                <w:noProof/>
              </w:rPr>
              <w:t xml:space="preserve"> </w:t>
            </w:r>
          </w:p>
          <w:p w:rsidR="00524669" w:rsidRDefault="00524669" w:rsidP="0052466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524669" w:rsidRDefault="00524669" w:rsidP="0052466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</w:rPr>
            </w:pPr>
          </w:p>
          <w:p w:rsidR="00524669" w:rsidRDefault="00524669" w:rsidP="0052466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524669" w:rsidRDefault="00524669" w:rsidP="0052466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3237" w:type="dxa"/>
            <w:gridSpan w:val="4"/>
          </w:tcPr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11. Find the value of x.</w:t>
            </w: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>
                  <wp:extent cx="1524000" cy="1053147"/>
                  <wp:effectExtent l="19050" t="0" r="0" b="0"/>
                  <wp:docPr id="2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/>
                          <a:srcRect r="41351" b="192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053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2" w:type="dxa"/>
            <w:gridSpan w:val="2"/>
          </w:tcPr>
          <w:p w:rsidR="00524669" w:rsidRDefault="00524669" w:rsidP="006F7F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12. </w:t>
            </w:r>
            <w:r>
              <w:rPr>
                <w:rFonts w:asciiTheme="minorHAnsi" w:hAnsiTheme="minorHAnsi" w:cstheme="minorHAnsi"/>
              </w:rPr>
              <w:t>What is the measure of the larger angle?</w:t>
            </w:r>
          </w:p>
          <w:p w:rsidR="00524669" w:rsidRPr="00BD464D" w:rsidRDefault="00524669" w:rsidP="006F7F1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>
                  <wp:extent cx="1549183" cy="1152525"/>
                  <wp:effectExtent l="19050" t="0" r="0" b="0"/>
                  <wp:docPr id="2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/>
                          <a:srcRect r="42634" b="196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183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4669" w:rsidRPr="00BD464D" w:rsidTr="00524669">
        <w:tc>
          <w:tcPr>
            <w:tcW w:w="11178" w:type="dxa"/>
            <w:gridSpan w:val="8"/>
          </w:tcPr>
          <w:p w:rsidR="00524669" w:rsidRDefault="00524669" w:rsidP="006F7F1E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noProof/>
                <w:szCs w:val="20"/>
              </w:rPr>
              <w:lastRenderedPageBreak/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1952625</wp:posOffset>
                  </wp:positionH>
                  <wp:positionV relativeFrom="paragraph">
                    <wp:posOffset>182880</wp:posOffset>
                  </wp:positionV>
                  <wp:extent cx="2362200" cy="1829435"/>
                  <wp:effectExtent l="19050" t="0" r="0" b="0"/>
                  <wp:wrapSquare wrapText="bothSides"/>
                  <wp:docPr id="2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829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HAnsi" w:hAnsiTheme="minorHAnsi" w:cstheme="minorHAnsi"/>
                <w:szCs w:val="20"/>
              </w:rPr>
              <w:t>13</w:t>
            </w:r>
            <w:r>
              <w:rPr>
                <w:rFonts w:asciiTheme="minorHAnsi" w:hAnsiTheme="minorHAnsi" w:cstheme="minorHAnsi"/>
                <w:szCs w:val="20"/>
              </w:rPr>
              <w:t xml:space="preserve">. </w:t>
            </w:r>
            <w:r w:rsidRPr="00BD464D">
              <w:rPr>
                <w:rFonts w:asciiTheme="minorHAnsi" w:hAnsiTheme="minorHAnsi" w:cstheme="minorHAnsi"/>
                <w:szCs w:val="20"/>
              </w:rPr>
              <w:t>If lines</w:t>
            </w:r>
            <w:r w:rsidRPr="00BD464D">
              <w:rPr>
                <w:rFonts w:asciiTheme="minorHAnsi" w:hAnsiTheme="minorHAnsi" w:cstheme="minorHAnsi"/>
                <w:i/>
                <w:szCs w:val="20"/>
              </w:rPr>
              <w:t xml:space="preserve"> a</w:t>
            </w:r>
            <w:r w:rsidRPr="00BD464D">
              <w:rPr>
                <w:rFonts w:asciiTheme="minorHAnsi" w:hAnsiTheme="minorHAnsi" w:cstheme="minorHAnsi"/>
                <w:szCs w:val="20"/>
              </w:rPr>
              <w:t xml:space="preserve"> and </w:t>
            </w:r>
            <w:r w:rsidRPr="00BD464D">
              <w:rPr>
                <w:rFonts w:asciiTheme="minorHAnsi" w:hAnsiTheme="minorHAnsi" w:cstheme="minorHAnsi"/>
                <w:i/>
                <w:szCs w:val="20"/>
              </w:rPr>
              <w:t>b</w:t>
            </w:r>
            <w:r w:rsidRPr="00BD464D">
              <w:rPr>
                <w:rFonts w:asciiTheme="minorHAnsi" w:hAnsiTheme="minorHAnsi" w:cstheme="minorHAnsi"/>
                <w:szCs w:val="20"/>
              </w:rPr>
              <w:t xml:space="preserve"> in the figure below are parallel, and intersected by the transversal, c, which of the following </w:t>
            </w:r>
          </w:p>
          <w:p w:rsidR="00524669" w:rsidRPr="00BD464D" w:rsidRDefault="00524669" w:rsidP="006F7F1E">
            <w:pPr>
              <w:rPr>
                <w:rFonts w:asciiTheme="minorHAnsi" w:hAnsiTheme="minorHAnsi" w:cstheme="minorHAnsi"/>
                <w:noProof/>
                <w:szCs w:val="20"/>
              </w:rPr>
            </w:pPr>
            <w:proofErr w:type="gramStart"/>
            <w:r w:rsidRPr="00BD464D">
              <w:rPr>
                <w:rFonts w:asciiTheme="minorHAnsi" w:hAnsiTheme="minorHAnsi" w:cstheme="minorHAnsi"/>
                <w:szCs w:val="20"/>
              </w:rPr>
              <w:t>statements</w:t>
            </w:r>
            <w:proofErr w:type="gramEnd"/>
            <w:r w:rsidRPr="00BD464D">
              <w:rPr>
                <w:rFonts w:asciiTheme="minorHAnsi" w:hAnsiTheme="minorHAnsi" w:cstheme="minorHAnsi"/>
                <w:szCs w:val="20"/>
              </w:rPr>
              <w:t xml:space="preserve"> must be true?</w:t>
            </w:r>
            <w:r w:rsidRPr="00BD464D">
              <w:rPr>
                <w:rFonts w:asciiTheme="minorHAnsi" w:hAnsiTheme="minorHAnsi" w:cstheme="minorHAnsi"/>
                <w:noProof/>
                <w:szCs w:val="20"/>
              </w:rPr>
              <w:t xml:space="preserve"> </w:t>
            </w:r>
          </w:p>
          <w:p w:rsidR="00524669" w:rsidRPr="00BD464D" w:rsidRDefault="00524669" w:rsidP="006F7F1E">
            <w:pPr>
              <w:rPr>
                <w:rFonts w:asciiTheme="minorHAnsi" w:hAnsiTheme="minorHAnsi" w:cstheme="minorHAnsi"/>
                <w:szCs w:val="20"/>
              </w:rPr>
            </w:pPr>
          </w:p>
          <w:p w:rsidR="00524669" w:rsidRPr="00BD464D" w:rsidRDefault="00524669" w:rsidP="0052466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BD464D">
              <w:rPr>
                <w:rFonts w:asciiTheme="minorHAnsi" w:hAnsiTheme="minorHAnsi" w:cstheme="minorHAnsi"/>
                <w:i/>
                <w:szCs w:val="20"/>
              </w:rPr>
              <w:t>m</w:t>
            </w:r>
            <w:proofErr w:type="gramEnd"/>
            <w:r w:rsidRPr="00BD464D">
              <w:rPr>
                <w:rFonts w:asciiTheme="minorHAnsi" w:hAnsiTheme="minorHAnsi" w:cstheme="minorHAnsi"/>
                <w:i/>
                <w:position w:val="-2"/>
                <w:sz w:val="24"/>
                <w:szCs w:val="20"/>
              </w:rPr>
              <w:object w:dxaOrig="220" w:dyaOrig="200">
                <v:shape id="_x0000_i1025" type="#_x0000_t75" style="width:11.25pt;height:11.25pt" o:ole="">
                  <v:imagedata r:id="rId16" o:title=""/>
                </v:shape>
                <o:OLEObject Type="Embed" ProgID="Equation.3" ShapeID="_x0000_i1025" DrawAspect="Content" ObjectID="_1474834885" r:id="rId17"/>
              </w:object>
            </w:r>
            <w:r w:rsidRPr="00BD464D">
              <w:rPr>
                <w:rFonts w:asciiTheme="minorHAnsi" w:hAnsiTheme="minorHAnsi" w:cstheme="minorHAnsi"/>
              </w:rPr>
              <w:t xml:space="preserve">1 = </w:t>
            </w:r>
            <w:r w:rsidRPr="00BD464D">
              <w:rPr>
                <w:rFonts w:asciiTheme="minorHAnsi" w:hAnsiTheme="minorHAnsi" w:cstheme="minorHAnsi"/>
                <w:i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 w:val="24"/>
                <w:szCs w:val="20"/>
              </w:rPr>
              <w:object w:dxaOrig="220" w:dyaOrig="200">
                <v:shape id="_x0000_i1026" type="#_x0000_t75" style="width:11.25pt;height:11.25pt" o:ole="">
                  <v:imagedata r:id="rId16" o:title=""/>
                </v:shape>
                <o:OLEObject Type="Embed" ProgID="Equation.3" ShapeID="_x0000_i1026" DrawAspect="Content" ObjectID="_1474834886" r:id="rId18"/>
              </w:object>
            </w:r>
            <w:r w:rsidRPr="00BD464D">
              <w:rPr>
                <w:rFonts w:asciiTheme="minorHAnsi" w:hAnsiTheme="minorHAnsi" w:cstheme="minorHAnsi"/>
              </w:rPr>
              <w:t>7</w:t>
            </w:r>
            <w:r>
              <w:rPr>
                <w:rFonts w:asciiTheme="minorHAnsi" w:hAnsiTheme="minorHAnsi" w:cstheme="minorHAnsi"/>
              </w:rPr>
              <w:t xml:space="preserve">                                Justify your response. </w:t>
            </w:r>
          </w:p>
          <w:p w:rsidR="00524669" w:rsidRPr="00BD464D" w:rsidRDefault="00524669" w:rsidP="0052466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i/>
                <w:szCs w:val="20"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 w:val="24"/>
                <w:szCs w:val="20"/>
              </w:rPr>
              <w:object w:dxaOrig="220" w:dyaOrig="200">
                <v:shape id="_x0000_i1027" type="#_x0000_t75" style="width:11.25pt;height:11.25pt" o:ole="">
                  <v:imagedata r:id="rId16" o:title=""/>
                </v:shape>
                <o:OLEObject Type="Embed" ProgID="Equation.3" ShapeID="_x0000_i1027" DrawAspect="Content" ObjectID="_1474834887" r:id="rId19"/>
              </w:object>
            </w:r>
            <w:r w:rsidRPr="00BD464D">
              <w:rPr>
                <w:rFonts w:asciiTheme="minorHAnsi" w:hAnsiTheme="minorHAnsi" w:cstheme="minorHAnsi"/>
              </w:rPr>
              <w:t xml:space="preserve">2 = </w:t>
            </w:r>
            <w:r w:rsidRPr="00BD464D">
              <w:rPr>
                <w:rFonts w:asciiTheme="minorHAnsi" w:hAnsiTheme="minorHAnsi" w:cstheme="minorHAnsi"/>
                <w:i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 w:val="24"/>
                <w:szCs w:val="20"/>
              </w:rPr>
              <w:object w:dxaOrig="220" w:dyaOrig="200">
                <v:shape id="_x0000_i1028" type="#_x0000_t75" style="width:11.25pt;height:11.25pt" o:ole="">
                  <v:imagedata r:id="rId16" o:title=""/>
                </v:shape>
                <o:OLEObject Type="Embed" ProgID="Equation.3" ShapeID="_x0000_i1028" DrawAspect="Content" ObjectID="_1474834888" r:id="rId20"/>
              </w:object>
            </w:r>
            <w:r w:rsidRPr="00BD464D">
              <w:rPr>
                <w:rFonts w:asciiTheme="minorHAnsi" w:hAnsiTheme="minorHAnsi" w:cstheme="minorHAnsi"/>
              </w:rPr>
              <w:t>8</w:t>
            </w:r>
            <w:r>
              <w:rPr>
                <w:rFonts w:asciiTheme="minorHAnsi" w:hAnsiTheme="minorHAnsi" w:cstheme="minorHAnsi"/>
              </w:rPr>
              <w:t xml:space="preserve">                         </w:t>
            </w:r>
            <w:r>
              <w:rPr>
                <w:rFonts w:asciiTheme="minorHAnsi" w:hAnsiTheme="minorHAnsi" w:cstheme="minorHAnsi"/>
                <w:szCs w:val="20"/>
              </w:rPr>
              <w:t>________________________________</w:t>
            </w:r>
          </w:p>
          <w:p w:rsidR="00524669" w:rsidRPr="00BD464D" w:rsidRDefault="00524669" w:rsidP="0052466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i/>
                <w:szCs w:val="20"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 w:val="24"/>
                <w:szCs w:val="20"/>
              </w:rPr>
              <w:object w:dxaOrig="220" w:dyaOrig="200">
                <v:shape id="_x0000_i1029" type="#_x0000_t75" style="width:11.25pt;height:11.25pt" o:ole="">
                  <v:imagedata r:id="rId16" o:title=""/>
                </v:shape>
                <o:OLEObject Type="Embed" ProgID="Equation.3" ShapeID="_x0000_i1029" DrawAspect="Content" ObjectID="_1474834889" r:id="rId21"/>
              </w:object>
            </w:r>
            <w:r w:rsidRPr="00BD464D">
              <w:rPr>
                <w:rFonts w:asciiTheme="minorHAnsi" w:hAnsiTheme="minorHAnsi" w:cstheme="minorHAnsi"/>
              </w:rPr>
              <w:t xml:space="preserve">4 + </w:t>
            </w:r>
            <w:r w:rsidRPr="00BD464D">
              <w:rPr>
                <w:rFonts w:asciiTheme="minorHAnsi" w:hAnsiTheme="minorHAnsi" w:cstheme="minorHAnsi"/>
                <w:i/>
              </w:rPr>
              <w:t>m</w:t>
            </w:r>
            <w:r w:rsidRPr="00BD464D">
              <w:rPr>
                <w:rFonts w:asciiTheme="minorHAnsi" w:hAnsiTheme="minorHAnsi" w:cstheme="minorHAnsi"/>
                <w:i/>
                <w:position w:val="-2"/>
                <w:sz w:val="24"/>
                <w:szCs w:val="20"/>
              </w:rPr>
              <w:object w:dxaOrig="220" w:dyaOrig="200">
                <v:shape id="_x0000_i1030" type="#_x0000_t75" style="width:11.25pt;height:11.25pt" o:ole="">
                  <v:imagedata r:id="rId16" o:title=""/>
                </v:shape>
                <o:OLEObject Type="Embed" ProgID="Equation.3" ShapeID="_x0000_i1030" DrawAspect="Content" ObjectID="_1474834890" r:id="rId22"/>
              </w:object>
            </w:r>
            <w:r w:rsidRPr="00BD464D">
              <w:rPr>
                <w:rFonts w:asciiTheme="minorHAnsi" w:hAnsiTheme="minorHAnsi" w:cstheme="minorHAnsi"/>
              </w:rPr>
              <w:t>5 = 180</w:t>
            </w:r>
            <w:r>
              <w:rPr>
                <w:rFonts w:asciiTheme="minorHAnsi" w:hAnsiTheme="minorHAnsi" w:cstheme="minorHAnsi"/>
              </w:rPr>
              <w:t xml:space="preserve">                      ________________________________</w:t>
            </w:r>
          </w:p>
          <w:p w:rsidR="00524669" w:rsidRPr="00BD464D" w:rsidRDefault="00524669" w:rsidP="006F7F1E">
            <w:pPr>
              <w:pStyle w:val="ListParagraph"/>
              <w:ind w:left="108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</w:t>
            </w:r>
            <w:r>
              <w:rPr>
                <w:rFonts w:asciiTheme="minorHAnsi" w:hAnsiTheme="minorHAnsi" w:cstheme="minorHAnsi"/>
                <w:szCs w:val="20"/>
              </w:rPr>
              <w:t>________________________________</w:t>
            </w:r>
          </w:p>
          <w:p w:rsidR="00524669" w:rsidRPr="00BD464D" w:rsidRDefault="00524669" w:rsidP="0052466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I only</w:t>
            </w:r>
            <w:r>
              <w:rPr>
                <w:rFonts w:asciiTheme="minorHAnsi" w:hAnsiTheme="minorHAnsi" w:cstheme="minorHAnsi"/>
                <w:szCs w:val="20"/>
              </w:rPr>
              <w:t xml:space="preserve">                                  ________________________________                                            </w:t>
            </w:r>
          </w:p>
          <w:p w:rsidR="00524669" w:rsidRPr="00BD464D" w:rsidRDefault="00524669" w:rsidP="0052466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III only</w:t>
            </w:r>
            <w:r>
              <w:rPr>
                <w:rFonts w:asciiTheme="minorHAnsi" w:hAnsiTheme="minorHAnsi" w:cstheme="minorHAnsi"/>
                <w:szCs w:val="20"/>
              </w:rPr>
              <w:t xml:space="preserve">                                                   ________________________________</w:t>
            </w:r>
          </w:p>
          <w:p w:rsidR="00524669" w:rsidRPr="00BD464D" w:rsidRDefault="00524669" w:rsidP="0052466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I and II only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</w:rPr>
              <w:t>________________________________</w:t>
            </w:r>
          </w:p>
          <w:p w:rsidR="00524669" w:rsidRPr="00BD464D" w:rsidRDefault="00524669" w:rsidP="0052466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I, II, and III</w:t>
            </w:r>
            <w:r>
              <w:rPr>
                <w:rFonts w:asciiTheme="minorHAnsi" w:hAnsiTheme="minorHAnsi" w:cstheme="minorHAnsi"/>
                <w:szCs w:val="20"/>
              </w:rPr>
              <w:t xml:space="preserve">               ________________________________           </w:t>
            </w:r>
          </w:p>
          <w:p w:rsidR="00524669" w:rsidRPr="007B03BB" w:rsidRDefault="00524669" w:rsidP="0052466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0"/>
              </w:rPr>
            </w:pPr>
            <w:r w:rsidRPr="00BD464D">
              <w:rPr>
                <w:rFonts w:asciiTheme="minorHAnsi" w:hAnsiTheme="minorHAnsi" w:cstheme="minorHAnsi"/>
                <w:szCs w:val="20"/>
              </w:rPr>
              <w:t>None of the above</w:t>
            </w:r>
          </w:p>
        </w:tc>
      </w:tr>
      <w:tr w:rsidR="00524669" w:rsidRPr="00585C46" w:rsidTr="00524669">
        <w:tc>
          <w:tcPr>
            <w:tcW w:w="5508" w:type="dxa"/>
            <w:gridSpan w:val="4"/>
          </w:tcPr>
          <w:p w:rsidR="00524669" w:rsidRPr="00524669" w:rsidRDefault="00524669" w:rsidP="006F7F1E">
            <w:pPr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r w:rsidRPr="0052466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1</w:t>
            </w:r>
            <w:r w:rsidRPr="0052466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4</w:t>
            </w:r>
            <w:r w:rsidRPr="0052466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. In the figure below</w:t>
            </w:r>
            <w:proofErr w:type="gramStart"/>
            <w:r w:rsidRPr="0052466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, </w:t>
            </w:r>
            <m:oMath>
              <w:proofErr w:type="gramEnd"/>
              <m:r>
                <w:rPr>
                  <w:rFonts w:ascii="Cambria Math" w:hAnsi="Cambria Math" w:cstheme="minorHAnsi"/>
                  <w:spacing w:val="-4"/>
                  <w:sz w:val="20"/>
                  <w:szCs w:val="20"/>
                </w:rPr>
                <m:t>line a∥line b</m:t>
              </m:r>
            </m:oMath>
            <w:r w:rsidRPr="0052466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, and </w:t>
            </w:r>
            <m:oMath>
              <m:r>
                <w:rPr>
                  <w:rFonts w:ascii="Cambria Math" w:hAnsi="Cambria Math" w:cstheme="minorHAnsi"/>
                  <w:spacing w:val="-4"/>
                  <w:sz w:val="20"/>
                  <w:szCs w:val="20"/>
                </w:rPr>
                <m:t>m∠</m:t>
              </m:r>
            </m:oMath>
            <w:r w:rsidRPr="0052466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9=100</w:t>
            </w:r>
            <m:oMath>
              <m:r>
                <w:rPr>
                  <w:rFonts w:ascii="Cambria Math" w:hAnsi="Cambria Math" w:cstheme="minorHAnsi"/>
                  <w:spacing w:val="-4"/>
                  <w:sz w:val="20"/>
                  <w:szCs w:val="20"/>
                </w:rPr>
                <m:t>°</m:t>
              </m:r>
            </m:oMath>
            <w:r w:rsidRPr="0052466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. Find </w:t>
            </w:r>
            <m:oMath>
              <m:r>
                <w:rPr>
                  <w:rFonts w:ascii="Cambria Math" w:hAnsi="Cambria Math" w:cstheme="minorHAnsi"/>
                  <w:spacing w:val="-4"/>
                  <w:sz w:val="20"/>
                  <w:szCs w:val="20"/>
                </w:rPr>
                <m:t>m∠</m:t>
              </m:r>
            </m:oMath>
            <w:r w:rsidRPr="0052466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1. </w:t>
            </w:r>
          </w:p>
          <w:p w:rsidR="00524669" w:rsidRPr="00524669" w:rsidRDefault="00524669" w:rsidP="006F7F1E">
            <w:pPr>
              <w:rPr>
                <w:rFonts w:asciiTheme="minorHAnsi" w:hAnsiTheme="minorHAnsi" w:cstheme="minorHAnsi"/>
                <w:sz w:val="10"/>
                <w:szCs w:val="20"/>
              </w:rPr>
            </w:pPr>
            <w:r w:rsidRPr="00524669">
              <w:rPr>
                <w:rFonts w:asciiTheme="minorHAnsi" w:hAnsiTheme="minorHAnsi" w:cstheme="minorHAnsi"/>
                <w:noProof/>
                <w:sz w:val="10"/>
                <w:szCs w:val="20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14605</wp:posOffset>
                  </wp:positionV>
                  <wp:extent cx="2209800" cy="1057275"/>
                  <wp:effectExtent l="19050" t="0" r="0" b="0"/>
                  <wp:wrapNone/>
                  <wp:docPr id="27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24669" w:rsidRPr="00524669" w:rsidRDefault="00524669" w:rsidP="006F7F1E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24669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a</w:t>
            </w:r>
          </w:p>
          <w:p w:rsidR="00524669" w:rsidRPr="00524669" w:rsidRDefault="00524669" w:rsidP="006F7F1E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524669" w:rsidRPr="00524669" w:rsidRDefault="00524669" w:rsidP="006F7F1E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524669" w:rsidRPr="00524669" w:rsidRDefault="00524669" w:rsidP="006F7F1E">
            <w:pPr>
              <w:rPr>
                <w:rFonts w:asciiTheme="minorHAnsi" w:hAnsiTheme="minorHAnsi" w:cstheme="minorHAnsi"/>
                <w:b/>
                <w:i/>
                <w:sz w:val="8"/>
                <w:szCs w:val="20"/>
              </w:rPr>
            </w:pPr>
          </w:p>
          <w:p w:rsidR="00524669" w:rsidRPr="00524669" w:rsidRDefault="00524669" w:rsidP="006F7F1E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524669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ab/>
              <w:t>b</w:t>
            </w:r>
          </w:p>
          <w:p w:rsidR="00524669" w:rsidRPr="00D34B74" w:rsidRDefault="00524669" w:rsidP="006F7F1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0" w:type="dxa"/>
            <w:gridSpan w:val="4"/>
          </w:tcPr>
          <w:p w:rsidR="00524669" w:rsidRPr="00524669" w:rsidRDefault="00524669" w:rsidP="006F7F1E">
            <w:pPr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52466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15</w:t>
            </w:r>
            <w:r w:rsidRPr="0052466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. In the figure below, segments </w:t>
            </w:r>
            <w:r w:rsidRPr="00524669">
              <w:rPr>
                <w:rFonts w:asciiTheme="minorHAnsi" w:hAnsiTheme="minorHAnsi" w:cstheme="minorHAnsi"/>
                <w:i/>
                <w:spacing w:val="-8"/>
                <w:sz w:val="20"/>
                <w:szCs w:val="20"/>
              </w:rPr>
              <w:t>MA</w:t>
            </w:r>
            <w:r w:rsidRPr="0052466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and </w:t>
            </w:r>
            <w:r w:rsidRPr="00524669">
              <w:rPr>
                <w:rFonts w:asciiTheme="minorHAnsi" w:hAnsiTheme="minorHAnsi" w:cstheme="minorHAnsi"/>
                <w:i/>
                <w:spacing w:val="-8"/>
                <w:sz w:val="20"/>
                <w:szCs w:val="20"/>
              </w:rPr>
              <w:t>HT</w:t>
            </w:r>
            <w:r w:rsidRPr="0052466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are parallel. </w:t>
            </w:r>
            <m:oMath>
              <m:r>
                <w:rPr>
                  <w:rFonts w:ascii="Cambria Math" w:hAnsi="Cambria Math" w:cstheme="minorHAnsi"/>
                  <w:spacing w:val="-8"/>
                  <w:sz w:val="20"/>
                  <w:szCs w:val="20"/>
                </w:rPr>
                <m:t>∠</m:t>
              </m:r>
            </m:oMath>
            <w:r w:rsidRPr="0052466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HMA, </w:t>
            </w:r>
            <m:oMath>
              <m:r>
                <w:rPr>
                  <w:rFonts w:ascii="Cambria Math" w:hAnsi="Cambria Math" w:cstheme="minorHAnsi"/>
                  <w:spacing w:val="-8"/>
                  <w:sz w:val="20"/>
                  <w:szCs w:val="20"/>
                </w:rPr>
                <m:t>∠</m:t>
              </m:r>
            </m:oMath>
            <w:r w:rsidRPr="0052466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MAT, </w:t>
            </w:r>
            <m:oMath>
              <m:r>
                <w:rPr>
                  <w:rFonts w:ascii="Cambria Math" w:hAnsi="Cambria Math" w:cstheme="minorHAnsi"/>
                  <w:spacing w:val="-8"/>
                  <w:sz w:val="20"/>
                  <w:szCs w:val="20"/>
                </w:rPr>
                <m:t>∠</m:t>
              </m:r>
            </m:oMath>
            <w:r w:rsidRPr="0052466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ATH, and </w:t>
            </w:r>
            <m:oMath>
              <m:r>
                <w:rPr>
                  <w:rFonts w:ascii="Cambria Math" w:hAnsi="Cambria Math" w:cstheme="minorHAnsi"/>
                  <w:spacing w:val="-8"/>
                  <w:sz w:val="20"/>
                  <w:szCs w:val="20"/>
                </w:rPr>
                <m:t>∠</m:t>
              </m:r>
            </m:oMath>
            <w:r w:rsidRPr="0052466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THM are all right angles. </w:t>
            </w:r>
            <w:proofErr w:type="gramStart"/>
            <w:r w:rsidRPr="0052466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If </w:t>
            </w:r>
            <m:oMath>
              <m:r>
                <w:rPr>
                  <w:rFonts w:ascii="Cambria Math" w:hAnsi="Cambria Math" w:cstheme="minorHAnsi"/>
                  <w:spacing w:val="-8"/>
                  <w:sz w:val="20"/>
                  <w:szCs w:val="20"/>
                </w:rPr>
                <m:t>m∠</m:t>
              </m:r>
            </m:oMath>
            <w:r w:rsidRPr="0052466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5 = 40</w:t>
            </w:r>
            <m:oMath>
              <m:r>
                <w:rPr>
                  <w:rFonts w:ascii="Cambria Math" w:hAnsi="Cambria Math" w:cstheme="minorHAnsi"/>
                  <w:spacing w:val="-8"/>
                  <w:sz w:val="20"/>
                  <w:szCs w:val="20"/>
                </w:rPr>
                <m:t>°</m:t>
              </m:r>
            </m:oMath>
            <w:r w:rsidRPr="0052466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what is the </w:t>
            </w:r>
            <m:oMath>
              <m:r>
                <w:rPr>
                  <w:rFonts w:ascii="Cambria Math" w:hAnsi="Cambria Math" w:cstheme="minorHAnsi"/>
                  <w:spacing w:val="-8"/>
                  <w:sz w:val="20"/>
                  <w:szCs w:val="20"/>
                </w:rPr>
                <m:t>m∠</m:t>
              </m:r>
            </m:oMath>
            <w:r w:rsidRPr="0052466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4?</w:t>
            </w:r>
            <w:proofErr w:type="gramEnd"/>
            <w:r w:rsidRPr="0052466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</w:p>
          <w:p w:rsidR="00524669" w:rsidRPr="00585C46" w:rsidRDefault="00524669" w:rsidP="006F7F1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pict>
                <v:group id="Group 87" o:spid="_x0000_s1116" style="width:166.2pt;height:77.9pt;mso-position-horizontal-relative:char;mso-position-vertical-relative:line" coordorigin="6357,722" coordsize="3324,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">
                  <v:group id="Group 13" o:spid="_x0000_s1117" style="position:absolute;left:6751;top:885;width:2535;height:1230" coordorigin="7020,765" coordsize="2535,1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<v:rect id="Rectangle 14" o:spid="_x0000_s1118" style="position:absolute;left:7020;top:765;width:2535;height:12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4648IA&#10;AADbAAAADwAAAGRycy9kb3ducmV2LnhtbESP0YrCMBRE3wX/IVxh3zRVQbQaRRYWlH3S7gfcba5t&#10;Y3NTm6jd/XojCD4OM3OGWW06W4sbtb5yrGA8SkAQ505XXCj4yb6GcxA+IGusHZOCP/KwWfd7K0y1&#10;u/OBbsdQiAhhn6KCMoQmldLnJVn0I9cQR+/kWoshyraQusV7hNtaTpJkJi1WHBdKbOizpPx8vFoF&#10;Jmu+M7n4NWZ6mdh/mRtb7Y1SH4NuuwQRqAvv8Ku90wrmC3h+iT9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DjrjwgAAANsAAAAPAAAAAAAAAAAAAAAAAJgCAABkcnMvZG93&#10;bnJldi54bWxQSwUGAAAAAAQABAD1AAAAhwMAAAAA&#10;">
                      <v:fill opacity="32896f"/>
                    </v:rect>
                    <v:shape id="AutoShape 15" o:spid="_x0000_s1119" type="#_x0000_t32" style="position:absolute;left:7020;top:765;width:1260;height:123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qJ58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2onnwQAAANsAAAAPAAAAAAAAAAAAAAAA&#10;AKECAABkcnMvZG93bnJldi54bWxQSwUGAAAAAAQABAD5AAAAjwMAAAAA&#10;"/>
                    <v:shape id="AutoShape 16" o:spid="_x0000_s1120" type="#_x0000_t32" style="position:absolute;left:8280;top:765;width:1275;height:123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Kcl8MAAADb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HP4/5J+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SnJfDAAAA2wAAAA8AAAAAAAAAAAAA&#10;AAAAoQIAAGRycy9kb3ducmV2LnhtbFBLBQYAAAAABAAEAPkAAACRAwAAAAA=&#10;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7" o:spid="_x0000_s1121" type="#_x0000_t202" style="position:absolute;left:7017;top:858;width:394;height:3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hN3MEA&#10;AADbAAAADwAAAGRycy9kb3ducmV2LnhtbESPzWrDMBCE74W8g9hAbo1sB0rtRAmJwW2vjQvNcbE2&#10;tom1MpLquG9fFQo9Dt/8MLvDbAYxkfO9ZQXpOgFB3Fjdc6vgo64en0H4gKxxsEwKvsnDYb942GGh&#10;7Z3faTqHVsQS9gUq6EIYCyl905FBv7YjcWRX6wyGKF0rtcN7LDeDzJLkSRrsOS50OFLZUXM7fxkF&#10;F1m3m8pVGVJ5+pzTl/y1fNNKrZbzcQsi0Bz+zX/pyCHP4PdL/AF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4TdzBAAAA2wAAAA8AAAAAAAAAAAAAAAAAmAIAAGRycy9kb3du&#10;cmV2LnhtbFBLBQYAAAAABAAEAPUAAACGAwAAAAA=&#10;" stroked="f">
                    <v:fill opacity="32896f"/>
                    <v:textbox style="mso-next-textbox:#Text Box 17;mso-fit-shape-to-text:t">
                      <w:txbxContent>
                        <w:p w:rsidR="00524669" w:rsidRPr="003D374D" w:rsidRDefault="00524669" w:rsidP="00524669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18" o:spid="_x0000_s1122" type="#_x0000_t202" style="position:absolute;left:8202;top:1741;width:394;height:3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ToR78A&#10;AADbAAAADwAAAGRycy9kb3ducmV2LnhtbESPS4vCMBSF94L/IVzBnaYqyFiNooU6s/UBurw017bY&#10;3JQkauffTwRhlofvPDirTWca8STna8sKJuMEBHFhdc2lgvMpH32B8AFZY2OZFPySh82631thqu2L&#10;D/Q8hlLEEvYpKqhCaFMpfVGRQT+2LXFkN+sMhihdKbXDVyw3jZwmyVwarDkuVNhSVlFxPz6Mgqs8&#10;lbPc5VOkbHfpJvvFd/ajlRoOuu0SRKAu/Js/6chhMYP3l/gD5Po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dOhHvwAAANsAAAAPAAAAAAAAAAAAAAAAAJgCAABkcnMvZG93bnJl&#10;di54bWxQSwUGAAAAAAQABAD1AAAAhAMAAAAA&#10;" stroked="f">
                    <v:fill opacity="32896f"/>
                    <v:textbox style="mso-next-textbox:#Text Box 18;mso-fit-shape-to-text:t">
                      <w:txbxContent>
                        <w:p w:rsidR="00524669" w:rsidRPr="003D374D" w:rsidRDefault="00524669" w:rsidP="00524669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19" o:spid="_x0000_s1123" type="#_x0000_t202" style="position:absolute;left:7807;top:1621;width:394;height:3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1wM8AA&#10;AADbAAAADwAAAGRycy9kb3ducmV2LnhtbESPS4vCMBSF94L/IVxhdpr6QLQaZabQ0a06MC4vzbUt&#10;NjcliVr/vREGZnn4zoOz3namEXdyvrasYDxKQBAXVtdcKvg55cMFCB+QNTaWScGTPGw3/d4aU20f&#10;fKD7MZQilrBPUUEVQptK6YuKDPqRbYkju1hnMETpSqkdPmK5aeQkSebSYM1xocKWsoqK6/FmFJzl&#10;qZzmLp8gZV+/3fh7ucv2WqmPQfe5AhGoC//mv3TksJzB+0v8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1wM8AAAADbAAAADwAAAAAAAAAAAAAAAACYAgAAZHJzL2Rvd25y&#10;ZXYueG1sUEsFBgAAAAAEAAQA9QAAAIUDAAAAAA==&#10;" stroked="f">
                    <v:fill opacity="32896f"/>
                    <v:textbox style="mso-next-textbox:#Text Box 19;mso-fit-shape-to-text:t">
                      <w:txbxContent>
                        <w:p w:rsidR="00524669" w:rsidRPr="003D374D" w:rsidRDefault="00524669" w:rsidP="00524669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20" o:spid="_x0000_s1124" type="#_x0000_t202" style="position:absolute;left:8742;top:858;width:394;height:3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HVqMAA&#10;AADbAAAADwAAAGRycy9kb3ducmV2LnhtbESPzYrCMBSF94LvEK4wO01VFK1GmSl0dKsOjMtLc22L&#10;zU1Jota3N8LALA/f+eGst51pxJ2cry0rGI8SEMSF1TWXCn5O+XABwgdkjY1lUvAkD9tNv7fGVNsH&#10;H+h+DKWIJexTVFCF0KZS+qIig35kW+LILtYZDFG6UmqHj1huGjlJkrk0WHNcqLClrKLierwZBWd5&#10;Kqe5yydI2ddvN/5e7rK9Vupj0H2uQATqwr/5Lx05LGfw/hJ/gN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NHVqMAAAADbAAAADwAAAAAAAAAAAAAAAACYAgAAZHJzL2Rvd25y&#10;ZXYueG1sUEsFBgAAAAAEAAQA9QAAAIUDAAAAAA==&#10;" stroked="f">
                    <v:fill opacity="32896f"/>
                    <v:textbox style="mso-next-textbox:#Text Box 20;mso-fit-shape-to-text:t">
                      <w:txbxContent>
                        <w:p w:rsidR="00524669" w:rsidRPr="003D374D" w:rsidRDefault="00524669" w:rsidP="00524669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1" o:spid="_x0000_s1125" type="#_x0000_t202" style="position:absolute;left:7412;top:1741;width:394;height:3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NL38EA&#10;AADbAAAADwAAAGRycy9kb3ducmV2LnhtbESPzWrDMBCE74G+g9hCb7GcFEzsRgmpwU2vjQPtcbG2&#10;tom1MpIau28fFQo5Dt/8MNv9bAZxJed7ywpWSQqCuLG651bBua6WGxA+IGscLJOCX/Kw3z0stlho&#10;O/EHXU+hFbGEfYEKuhDGQkrfdGTQJ3YkjuzbOoMhStdK7XCK5WaQ6zTNpMGe40KHI5UdNZfTj1Hw&#10;Jev2uXLVGql8/ZxXb/mxfNdKPT3OhxcQgeZwN/+nI4c8g78v8QfI3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DS9/BAAAA2wAAAA8AAAAAAAAAAAAAAAAAmAIAAGRycy9kb3du&#10;cmV2LnhtbFBLBQYAAAAABAAEAPUAAACGAwAAAAA=&#10;" stroked="f">
                    <v:fill opacity="32896f"/>
                    <v:textbox style="mso-next-textbox:#Text Box 21;mso-fit-shape-to-text:t">
                      <w:txbxContent>
                        <w:p w:rsidR="00524669" w:rsidRPr="003D374D" w:rsidRDefault="00524669" w:rsidP="00524669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22" o:spid="_x0000_s1126" type="#_x0000_t202" style="position:absolute;left:8892;top:1096;width:394;height:3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/uRMAA&#10;AADbAAAADwAAAGRycy9kb3ducmV2LnhtbESPS4vCMBSF94L/IVxhdpqq4KMaZabQ0a06MC4vzbUt&#10;NjcliVr/vREGZnn4zoOz3namEXdyvrasYDxKQBAXVtdcKvg55cMFCB+QNTaWScGTPGw3/d4aU20f&#10;fKD7MZQilrBPUUEVQptK6YuKDPqRbYkju1hnMETpSqkdPmK5aeQkSWbSYM1xocKWsoqK6/FmFJzl&#10;qZzmLp8gZV+/3fh7ucv2WqmPQfe5AhGoC//mv3TksJzD+0v8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0/uRMAAAADbAAAADwAAAAAAAAAAAAAAAACYAgAAZHJzL2Rvd25y&#10;ZXYueG1sUEsFBgAAAAAEAAQA9QAAAIUDAAAAAA==&#10;" stroked="f">
                    <v:fill opacity="32896f"/>
                    <v:textbox style="mso-next-textbox:#Text Box 22;mso-fit-shape-to-text:t">
                      <w:txbxContent>
                        <w:p w:rsidR="00524669" w:rsidRPr="003D374D" w:rsidRDefault="00524669" w:rsidP="00524669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23" o:spid="_x0000_s1127" type="#_x0000_t202" style="position:absolute;left:6752;top:1022;width:394;height:3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B6Nr8A&#10;AADbAAAADwAAAGRycy9kb3ducmV2LnhtbERPTWvCQBC9C/6HZQRvutFCqambUANpe60K7XHITpPQ&#10;7GzYXTX++86h0OPjfe/LyQ3qSiH2ng1s1hko4sbbnlsD51O9egIVE7LFwTMZuFOEspjP9phbf+MP&#10;uh5TqySEY44GupTGXOvYdOQwrv1ILNy3Dw6TwNBqG/Am4W7Q2yx71A57loYOR6o6an6OF2fgS5/a&#10;hzrUW6Tq8DltXndv1bs1ZrmYXp5BJZrSv/jPLTzsZKx8kR+gi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0Ho2vwAAANsAAAAPAAAAAAAAAAAAAAAAAJgCAABkcnMvZG93bnJl&#10;di54bWxQSwUGAAAAAAQABAD1AAAAhAMAAAAA&#10;" stroked="f">
                    <v:fill opacity="32896f"/>
                    <v:textbox style="mso-next-textbox:#Text Box 23;mso-fit-shape-to-text:t">
                      <w:txbxContent>
                        <w:p w:rsidR="00524669" w:rsidRPr="003D374D" w:rsidRDefault="00524669" w:rsidP="00524669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4" o:spid="_x0000_s1128" type="#_x0000_t202" style="position:absolute;left:6357;top:1906;width:394;height:3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zfrcAA&#10;AADbAAAADwAAAGRycy9kb3ducmV2LnhtbESPS4vCMBSF98L8h3AHZqepDojtGGWmUHXrA5zlpbm2&#10;xeamJFHrvzeC4PLwnQdnvuxNK67kfGNZwXiUgCAurW64UnDYF8MZCB+QNbaWScGdPCwXH4M5Ztre&#10;eEvXXahELGGfoYI6hC6T0pc1GfQj2xFHdrLOYIjSVVI7vMVy08pJkkylwYbjQo0d5TWV593FKPiX&#10;++q7cMUEKf879uNVus43Wqmvz/73B0SgPrzNr3TkkKbw/BJ/gF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ZzfrcAAAADbAAAADwAAAAAAAAAAAAAAAACYAgAAZHJzL2Rvd25y&#10;ZXYueG1sUEsFBgAAAAAEAAQA9QAAAIUDAAAAAA==&#10;" stroked="f">
                    <v:fill opacity="32896f"/>
                    <v:textbox style="mso-next-textbox:#Text Box 24;mso-fit-shape-to-text:t">
                      <w:txbxContent>
                        <w:p w:rsidR="00524669" w:rsidRPr="003D374D" w:rsidRDefault="00524669" w:rsidP="00524669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H</w:t>
                          </w:r>
                        </w:p>
                      </w:txbxContent>
                    </v:textbox>
                  </v:shape>
                  <v:shape id="Text Box 25" o:spid="_x0000_s1129" type="#_x0000_t202" style="position:absolute;left:9287;top:1906;width:394;height:3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+Fc8IA&#10;AADcAAAADwAAAGRycy9kb3ducmV2LnhtbESPQWvCQBCF7wX/wzJCb3UTC8WmrlIDqb2qBT0O2WkS&#10;mp0Nu6um/945CN5m+N6892a5Hl2vLhRi59lAPstAEdfedtwY+DlULwtQMSFb7D2TgX+KsF5NnpZY&#10;WH/lHV32qVFiwrFAA21KQ6F1rFtyGGd+IBb264PDJGtotA14FXPX63mWvWmHHUtCiwOVLdV/+7Mz&#10;cNKH5rUK1Ryp3BzH/Ot9W35bY56n4+cHqERjeojv18Ihz6S+PCMT6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4VzwgAAANwAAAAPAAAAAAAAAAAAAAAAAJgCAABkcnMvZG93&#10;bnJldi54bWxQSwUGAAAAAAQABAD1AAAAhwMAAAAA&#10;" stroked="f">
                    <v:fill opacity="32896f"/>
                    <v:textbox style="mso-next-textbox:#Text Box 25;mso-fit-shape-to-text:t">
                      <w:txbxContent>
                        <w:p w:rsidR="00524669" w:rsidRPr="003D374D" w:rsidRDefault="00524669" w:rsidP="00524669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26" o:spid="_x0000_s1130" type="#_x0000_t202" style="position:absolute;left:6359;top:722;width:394;height:3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Mg6L8A&#10;AADcAAAADwAAAGRycy9kb3ducmV2LnhtbERPy4rCMBTdD/gP4QruxrQKMlajaKHjbH2ALi/NtS02&#10;NyXJaP37iSDM7hzOi7Nc96YVd3K+sawgHScgiEurG64UnI7F5xcIH5A1tpZJwZM8rFeDjyVm2j54&#10;T/dDqEQsYZ+hgjqELpPSlzUZ9GPbEUftap3BEKmrpHb4iOWmlZMkmUmDDceFGjvKaypvh1+j4CKP&#10;1bRwxQQp35779Hu+y3+0UqNhv1mACNSHf/M7HXVIkxReZyICuf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QyDovwAAANwAAAAPAAAAAAAAAAAAAAAAAJgCAABkcnMvZG93bnJl&#10;di54bWxQSwUGAAAAAAQABAD1AAAAhAMAAAAA&#10;" stroked="f">
                    <v:fill opacity="32896f"/>
                    <v:textbox style="mso-next-textbox:#Text Box 26;mso-fit-shape-to-text:t">
                      <w:txbxContent>
                        <w:p w:rsidR="00524669" w:rsidRPr="003D374D" w:rsidRDefault="00524669" w:rsidP="00524669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 Box 27" o:spid="_x0000_s1131" type="#_x0000_t202" style="position:absolute;left:9287;top:722;width:394;height:3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G+n8AA&#10;AADcAAAADwAAAGRycy9kb3ducmV2LnhtbERPXWvCMBR9H/gfwhV8m2kryOxMixY69zoV3OOluWvL&#10;mpuSZFr//SIM9nYO54uzLScziCs531tWkC4TEMSN1T23Cs6n+vkFhA/IGgfLpOBOHspi9rTFXNsb&#10;f9D1GFoRS9jnqKALYcyl9E1HBv3SjsRR+7LOYIjUtVI7vMVyM8gsSdbSYM9xocORqo6a7+OPUfAp&#10;T+2qdnWGVO0vU/q2OVTvWqnFfNq9ggg0hX/zXzrqkCYZPM5EBLL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5G+n8AAAADcAAAADwAAAAAAAAAAAAAAAACYAgAAZHJzL2Rvd25y&#10;ZXYueG1sUEsFBgAAAAAEAAQA9QAAAIUDAAAAAA==&#10;" stroked="f">
                    <v:fill opacity="32896f"/>
                    <v:textbox style="mso-next-textbox:#Text Box 27;mso-fit-shape-to-text:t">
                      <w:txbxContent>
                        <w:p w:rsidR="00524669" w:rsidRPr="003D374D" w:rsidRDefault="00524669" w:rsidP="00524669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</w:tr>
      <w:tr w:rsidR="00524669" w:rsidRPr="00585C46" w:rsidTr="00524669">
        <w:tc>
          <w:tcPr>
            <w:tcW w:w="5508" w:type="dxa"/>
            <w:gridSpan w:val="4"/>
          </w:tcPr>
          <w:p w:rsidR="00524669" w:rsidRDefault="00524669" w:rsidP="006F7F1E">
            <w:pPr>
              <w:tabs>
                <w:tab w:val="left" w:pos="4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In the figure below,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∥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BD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DC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∥</m:t>
              </m:r>
            </m:oMath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AB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If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B is 30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what is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C?</w:t>
            </w:r>
          </w:p>
          <w:p w:rsidR="00524669" w:rsidRPr="00524669" w:rsidRDefault="00524669" w:rsidP="006F7F1E">
            <w:pPr>
              <w:tabs>
                <w:tab w:val="left" w:pos="4215"/>
              </w:tabs>
              <w:rPr>
                <w:rFonts w:asciiTheme="minorHAnsi" w:hAnsiTheme="minorHAnsi" w:cstheme="minorHAnsi"/>
                <w:sz w:val="16"/>
                <w:szCs w:val="20"/>
              </w:rPr>
            </w:pPr>
          </w:p>
          <w:p w:rsidR="00524669" w:rsidRPr="00D34B74" w:rsidRDefault="00524669" w:rsidP="00524669">
            <w:pPr>
              <w:pStyle w:val="ListParagraph"/>
              <w:numPr>
                <w:ilvl w:val="0"/>
                <w:numId w:val="5"/>
              </w:numPr>
              <w:tabs>
                <w:tab w:val="left" w:pos="4215"/>
              </w:tabs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524669" w:rsidRDefault="00524669" w:rsidP="00524669">
            <w:pPr>
              <w:pStyle w:val="ListParagraph"/>
              <w:numPr>
                <w:ilvl w:val="0"/>
                <w:numId w:val="5"/>
              </w:numPr>
              <w:tabs>
                <w:tab w:val="left" w:pos="4215"/>
              </w:tabs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524669" w:rsidRPr="00D34B74" w:rsidRDefault="00524669" w:rsidP="00524669">
            <w:pPr>
              <w:pStyle w:val="ListParagraph"/>
              <w:numPr>
                <w:ilvl w:val="0"/>
                <w:numId w:val="5"/>
              </w:numPr>
              <w:tabs>
                <w:tab w:val="left" w:pos="4215"/>
              </w:tabs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</w:p>
          <w:p w:rsidR="00524669" w:rsidRPr="00D34B74" w:rsidRDefault="00524669" w:rsidP="00524669">
            <w:pPr>
              <w:pStyle w:val="ListParagraph"/>
              <w:numPr>
                <w:ilvl w:val="0"/>
                <w:numId w:val="5"/>
              </w:numPr>
              <w:tabs>
                <w:tab w:val="left" w:pos="4215"/>
              </w:tabs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Cannot be determined </w:t>
            </w:r>
          </w:p>
          <w:p w:rsidR="00524669" w:rsidRPr="00524669" w:rsidRDefault="00524669" w:rsidP="006F7F1E">
            <w:pPr>
              <w:tabs>
                <w:tab w:val="left" w:pos="4215"/>
              </w:tabs>
              <w:rPr>
                <w:rFonts w:asciiTheme="minorHAnsi" w:hAnsiTheme="minorHAnsi" w:cstheme="minorHAnsi"/>
                <w:sz w:val="16"/>
                <w:szCs w:val="20"/>
              </w:rPr>
            </w:pPr>
          </w:p>
          <w:p w:rsidR="00524669" w:rsidRDefault="00524669" w:rsidP="006F7F1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478A"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pict>
                <v:group id="Group 39" o:spid="_x0000_s1132" style="position:absolute;margin-left:127.7pt;margin-top:-110.35pt;width:138.3pt;height:115.65pt;z-index:251676672" coordorigin="6091,5294" coordsize="2766,2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AutoShape 29" o:spid="_x0000_s1133" type="#_x0000_t7" style="position:absolute;left:6280;top:6001;width:2313;height:900;rotation:-8010406fd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DEasEA&#10;AADbAAAADwAAAGRycy9kb3ducmV2LnhtbERPTWvCQBC9F/wPywi9FN20hGqjq0hBEDyUxvY+ZKfZ&#10;aHY2ZKcm/vvuQejx8b7X29G36kp9bAIbeJ5noIirYBuuDXyd9rMlqCjIFtvAZOBGEbabycMaCxsG&#10;/qRrKbVKIRwLNOBEukLrWDnyGOehI07cT+g9SoJ9rW2PQwr3rX7JslftseHU4LCjd0fVpfz1Biqx&#10;tzeS/Mkdz0PuFrv95fDxbczjdNytQAmN8i++uw/WQJ7Wpy/pB+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gxGrBAAAA2wAAAA8AAAAAAAAAAAAAAAAAmAIAAGRycy9kb3du&#10;cmV2LnhtbFBLBQYAAAAABAAEAPUAAACGAwAAAAA=&#10;">
                    <v:fill opacity="32896f"/>
                  </v:shape>
                  <v:shape id="Text Box 30" o:spid="_x0000_s1134" type="#_x0000_t202" style="position:absolute;left:6091;top:7050;width:412;height:4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HK6cEA&#10;AADbAAAADwAAAGRycy9kb3ducmV2LnhtbESPQYvCMBSE7wv+h/AEb2uqiCzVtBRBWFgv2gWvj+bZ&#10;VpuX0kSN/nojLOxxmJlvmHUeTCduNLjWsoLZNAFBXFndcq3gt9x+foFwHlljZ5kUPMhBno0+1phq&#10;e+c93Q6+FhHCLkUFjfd9KqWrGjLoprYnjt7JDgZ9lEMt9YD3CDednCfJUhpsOS402NOmoepyuBoF&#10;sjTLY2iZq4LCrnhuyh+en5WajEOxAuEp+P/wX/tbK1jM4P0l/gCZ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RyunBAAAA2wAAAA8AAAAAAAAAAAAAAAAAmAIAAGRycy9kb3du&#10;cmV2LnhtbFBLBQYAAAAABAAEAPUAAACGAwAAAAA=&#10;" stroked="f">
                    <v:fill opacity="32896f"/>
                    <v:textbox style="mso-next-textbox:#Text Box 30">
                      <w:txbxContent>
                        <w:p w:rsidR="00524669" w:rsidRPr="00102ADE" w:rsidRDefault="00524669" w:rsidP="00524669">
                          <w:pPr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i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31" o:spid="_x0000_s1135" type="#_x0000_t202" style="position:absolute;left:6987;top:5428;width:412;height:4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NUnsEA&#10;AADbAAAADwAAAGRycy9kb3ducmV2LnhtbESPQYvCMBSE7wv+h/AEb9t0i4hUoxRBEPSiFbw+mrdt&#10;d5uX0kSN/nojLOxxmJlvmOU6mE7caHCtZQVfSQqCuLK65VrBudx+zkE4j6yxs0wKHuRgvRp9LDHX&#10;9s5Hup18LSKEXY4KGu/7XEpXNWTQJbYnjt63HQz6KIda6gHvEW46maXpTBpsOS402NOmoer3dDUK&#10;ZGlml9AyVwWFQ/HclHvOfpSajEOxAOEp+P/wX3unFUwze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DVJ7BAAAA2wAAAA8AAAAAAAAAAAAAAAAAmAIAAGRycy9kb3du&#10;cmV2LnhtbFBLBQYAAAAABAAEAPUAAACGAwAAAAA=&#10;" stroked="f">
                    <v:fill opacity="32896f"/>
                    <v:textbox style="mso-next-textbox:#Text Box 31">
                      <w:txbxContent>
                        <w:p w:rsidR="00524669" w:rsidRPr="00102ADE" w:rsidRDefault="00524669" w:rsidP="00524669">
                          <w:pPr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i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32" o:spid="_x0000_s1136" type="#_x0000_t202" style="position:absolute;left:8445;top:5428;width:412;height:4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/xBcEA&#10;AADbAAAADwAAAGRycy9kb3ducmV2LnhtbESPT4vCMBTE74LfITzBm6b+QaRrlCIIC3rRCl4fzdu2&#10;u81LabIa/fRGEDwOM/MbZrUJphFX6lxtWcFknIAgLqyuuVRwznejJQjnkTU2lknBnRxs1v3eClNt&#10;b3yk68mXIkLYpaig8r5NpXRFRQbd2LbE0fuxnUEfZVdK3eEtwk0jp0mykAZrjgsVtrStqPg7/RsF&#10;MjeLS6iZi4zCIXts8z1Pf5UaDkL2BcJT8J/wu/2tFcxn8PoSf4B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P8QXBAAAA2wAAAA8AAAAAAAAAAAAAAAAAmAIAAGRycy9kb3du&#10;cmV2LnhtbFBLBQYAAAAABAAEAPUAAACGAwAAAAA=&#10;" stroked="f">
                    <v:fill opacity="32896f"/>
                    <v:textbox style="mso-next-textbox:#Text Box 32">
                      <w:txbxContent>
                        <w:p w:rsidR="00524669" w:rsidRPr="00102ADE" w:rsidRDefault="00524669" w:rsidP="00524669">
                          <w:pPr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i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33" o:spid="_x0000_s1137" type="#_x0000_t202" style="position:absolute;left:7530;top:7063;width:412;height:4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ZpccAA&#10;AADbAAAADwAAAGRycy9kb3ducmV2LnhtbESPQYvCMBSE74L/ITzBm6aKiFSjFEEQ9LJW8Pponm21&#10;eSlN1OivNwsLexxm5htmtQmmEU/qXG1ZwWScgCAurK65VHDOd6MFCOeRNTaWScGbHGzW/d4KU21f&#10;/EPPky9FhLBLUUHlfZtK6YqKDLqxbYmjd7WdQR9lV0rd4SvCTSOnSTKXBmuOCxW2tK2ouJ8eRoHM&#10;zfwSauYio3DMPtv8wNObUsNByJYgPAX/H/5r77WC2Qx+v8QfINd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ZpccAAAADbAAAADwAAAAAAAAAAAAAAAACYAgAAZHJzL2Rvd25y&#10;ZXYueG1sUEsFBgAAAAAEAAQA9QAAAIUDAAAAAA==&#10;" stroked="f">
                    <v:fill opacity="32896f"/>
                    <v:textbox style="mso-next-textbox:#Text Box 33">
                      <w:txbxContent>
                        <w:p w:rsidR="00524669" w:rsidRPr="00102ADE" w:rsidRDefault="00524669" w:rsidP="00524669">
                          <w:pPr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i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  <w:r>
              <w:rPr>
                <w:rFonts w:asciiTheme="minorHAnsi" w:hAnsiTheme="minorHAnsi" w:cstheme="minorHAnsi"/>
                <w:sz w:val="20"/>
                <w:szCs w:val="20"/>
              </w:rPr>
              <w:t>Justify your response: ____________________________________________________</w:t>
            </w:r>
          </w:p>
          <w:p w:rsidR="00524669" w:rsidRDefault="00524669" w:rsidP="006F7F1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</w:t>
            </w:r>
          </w:p>
          <w:p w:rsidR="00524669" w:rsidRPr="00585C46" w:rsidRDefault="00524669" w:rsidP="006F7F1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</w:t>
            </w:r>
          </w:p>
        </w:tc>
        <w:tc>
          <w:tcPr>
            <w:tcW w:w="5670" w:type="dxa"/>
            <w:gridSpan w:val="4"/>
          </w:tcPr>
          <w:p w:rsidR="00524669" w:rsidRDefault="00524669" w:rsidP="006F7F1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</w:t>
            </w:r>
            <w:r w:rsidRPr="00585C4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In the figure below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m:oMath>
              <w:proofErr w:type="gramEnd"/>
              <m:r>
                <w:rPr>
                  <w:rFonts w:ascii="Cambria Math" w:hAnsi="Cambria Math" w:cstheme="minorHAnsi"/>
                  <w:sz w:val="20"/>
                  <w:szCs w:val="20"/>
                </w:rPr>
                <m:t>line l∥line m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Find the indicated angle. </w:t>
            </w:r>
          </w:p>
          <w:p w:rsidR="00524669" w:rsidRPr="00FF1367" w:rsidRDefault="00524669" w:rsidP="006F7F1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24669" w:rsidRPr="00585C46" w:rsidRDefault="00524669" w:rsidP="006F7F1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pict>
                <v:group id="Group 36" o:spid="_x0000_s1105" style="width:192.2pt;height:109.2pt;mso-position-horizontal-relative:char;mso-position-vertical-relative:line" coordorigin="5991,8841" coordsize="4440,2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">
                  <v:shape id="Text Box 37" o:spid="_x0000_s1106" type="#_x0000_t202" style="position:absolute;left:8805;top:9350;width:607;height:3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BWcb4A&#10;AADbAAAADwAAAGRycy9kb3ducmV2LnhtbERPTWvCQBC9F/wPywje6kYtxaauYgOpXquCPQ7ZaRLM&#10;zobdrab/3jkUPD7e92ozuE5dKcTWs4HZNANFXHnbcm3gdCyfl6BiQrbYeSYDfxRhsx49rTC3/sZf&#10;dD2kWkkIxxwNNCn1udaxashhnPqeWLgfHxwmgaHWNuBNwl2n51n2qh22LA0N9lQ0VF0Ov87Atz7W&#10;izKUc6Ti4zzMPt92xd4aMxkP23dQiYb0EP+7hYcXGStf5Afo9R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ywVnG+AAAA2wAAAA8AAAAAAAAAAAAAAAAAmAIAAGRycy9kb3ducmV2&#10;LnhtbFBLBQYAAAAABAAEAPUAAACDAwAAAAA=&#10;" stroked="f">
                    <v:fill opacity="32896f"/>
                    <v:textbox style="mso-fit-shape-to-text:t">
                      <w:txbxContent>
                        <w:p w:rsidR="00524669" w:rsidRPr="004B28B7" w:rsidRDefault="00524669" w:rsidP="00524669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45</w:t>
                          </w:r>
                        </w:p>
                      </w:txbxContent>
                    </v:textbox>
                  </v:shape>
                  <v:group id="Group 38" o:spid="_x0000_s1107" style="position:absolute;left:6451;top:8841;width:3980;height:2220" coordorigin="5455,8125" coordsize="3980,2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<v:shape id="AutoShape 39" o:spid="_x0000_s1108" type="#_x0000_t32" style="position:absolute;left:7809;top:8266;width:1524;height:18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Mzfc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Fan76kH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zN9wQAAANsAAAAPAAAAAAAAAAAAAAAA&#10;AKECAABkcnMvZG93bnJldi54bWxQSwUGAAAAAAQABAD5AAAAjwMAAAAA&#10;"/>
                    <v:shape id="AutoShape 40" o:spid="_x0000_s1109" type="#_x0000_t32" style="position:absolute;left:6708;top:8125;width:1626;height:222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smDcMAAADbAAAADwAAAGRycy9kb3ducmV2LnhtbESPQYvCMBSE7wv+h/CEvSyaVnCRahQR&#10;BPGwsNqDx0fybIvNS01i7f77zYKwx2FmvmFWm8G2oicfGscK8mkGglg703CloDzvJwsQISIbbB2T&#10;gh8KsFmP3lZYGPfkb+pPsRIJwqFABXWMXSFl0DVZDFPXESfv6rzFmKSvpPH4THDbylmWfUqLDaeF&#10;Gjva1aRvp4dV0BzLr7L/uEevF8f84vNwvrRaqffxsF2CiDTE//CrfTAK5jn8fUk/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rJg3DAAAA2wAAAA8AAAAAAAAAAAAA&#10;AAAAoQIAAGRycy9kb3ducmV2LnhtbFBLBQYAAAAABAAEAPkAAACRAwAAAAA=&#10;"/>
                    <v:shape id="AutoShape 41" o:spid="_x0000_s1110" type="#_x0000_t32" style="position:absolute;left:5775;top:8397;width:3050;height:499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m4es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5uHrDAAAA2wAAAA8AAAAAAAAAAAAA&#10;AAAAoQIAAGRycy9kb3ducmV2LnhtbFBLBQYAAAAABAAEAPkAAACRAwAAAAA=&#10;"/>
                    <v:shape id="AutoShape 42" o:spid="_x0000_s1111" type="#_x0000_t32" style="position:absolute;left:5455;top:9394;width:3980;height:696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Ud4cQAAADbAAAADwAAAGRycy9kb3ducmV2LnhtbESPQWsCMRSE74X+h/AEL0Wza1F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tR3hxAAAANsAAAAPAAAAAAAAAAAA&#10;AAAAAKECAABkcnMvZG93bnJldi54bWxQSwUGAAAAAAQABAD5AAAAkgMAAAAA&#10;"/>
                  </v:group>
                  <v:shape id="Text Box 43" o:spid="_x0000_s1112" type="#_x0000_t202" style="position:absolute;left:7560;top:10584;width:460;height: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TKqcIA&#10;AADbAAAADwAAAGRycy9kb3ducmV2LnhtbESPX2vCMBTF34V9h3AHe9O0TsfsjGUr1PlqHczHS3PX&#10;ljU3Jcm0fnszEHw8/M4fzjofTS9O5HxnWUE6S0AQ11Z33Cj4OpTTVxA+IGvsLZOCC3nINw+TNWba&#10;nnlPpyo0Ipawz1BBG8KQSenrlgz6mR2II/uxzmCI0jVSOzzHctPLeZK8SIMdx4UWBypaqn+rP6Pg&#10;KA/Nc+nKOVLx8T2m29VnsdNKPT2O728gAo3hbr6lI4flAv6/xB8gN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JMqpwgAAANsAAAAPAAAAAAAAAAAAAAAAAJgCAABkcnMvZG93&#10;bnJldi54bWxQSwUGAAAAAAQABAD1AAAAhwMAAAAA&#10;" stroked="f">
                    <v:fill opacity="32896f"/>
                    <v:textbox style="mso-fit-shape-to-text:t">
                      <w:txbxContent>
                        <w:p w:rsidR="00524669" w:rsidRPr="004B28B7" w:rsidRDefault="00524669" w:rsidP="00524669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?</w:t>
                          </w:r>
                        </w:p>
                      </w:txbxContent>
                    </v:textbox>
                  </v:shape>
                  <v:shape id="Text Box 46" o:spid="_x0000_s1113" type="#_x0000_t202" style="position:absolute;left:6311;top:9487;width:460;height: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ZU3sIA&#10;AADbAAAADwAAAGRycy9kb3ducmV2LnhtbESPX2vCMBTF34V9h3AHe9O0Dt3sjGUr1PlqHczHS3PX&#10;ljU3Jcm0fnszEHw8/M4fzjofTS9O5HxnWUE6S0AQ11Z33Cj4OpTTVxA+IGvsLZOCC3nINw+TNWba&#10;nnlPpyo0Ipawz1BBG8KQSenrlgz6mR2II/uxzmCI0jVSOzzHctPLeZIspcGO40KLAxUt1b/Vn1Fw&#10;lIfmuXTlHKn4+B7T7eqz2Gmlnh7H9zcQgcZwN9/SkcPiBf6/xB8gN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9lTewgAAANsAAAAPAAAAAAAAAAAAAAAAAJgCAABkcnMvZG93&#10;bnJldi54bWxQSwUGAAAAAAQABAD1AAAAhwMAAAAA&#10;" stroked="f">
                    <v:fill opacity="32896f"/>
                    <v:textbox style="mso-fit-shape-to-text:t">
                      <w:txbxContent>
                        <w:p w:rsidR="00524669" w:rsidRPr="004B28B7" w:rsidRDefault="00524669" w:rsidP="00524669">
                          <w:pPr>
                            <w:rPr>
                              <w:i/>
                              <w:sz w:val="20"/>
                              <w:szCs w:val="20"/>
                            </w:rPr>
                          </w:pPr>
                          <w:proofErr w:type="gramStart"/>
                          <w:r>
                            <w:rPr>
                              <w:i/>
                              <w:sz w:val="20"/>
                              <w:szCs w:val="20"/>
                            </w:rPr>
                            <w:t>l</w:t>
                          </w:r>
                          <w:proofErr w:type="gramEnd"/>
                        </w:p>
                      </w:txbxContent>
                    </v:textbox>
                  </v:shape>
                  <v:shape id="Text Box 47" o:spid="_x0000_s1114" type="#_x0000_t202" style="position:absolute;left:9682;top:9861;width:749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L1qbwA&#10;AADbAAAADwAAAGRycy9kb3ducmV2LnhtbERPy6rCMBDdX/AfwgjurqmCItUoRRAE3WgFt0MzttVm&#10;Upqo0a83C8Hl4bwXq2Aa8aDO1ZYVjIYJCOLC6ppLBad88z8D4TyyxsYyKXiRg9Wy97fAVNsnH+hx&#10;9KWIIexSVFB536ZSuqIig25oW+LIXWxn0EfYlVJ3+IzhppHjJJlKgzXHhgpbWldU3I53o0DmZnoO&#10;NXORUdhn73W+4/FVqUE/ZHMQnoL/ib/urVYwiWPjl/gD5PI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cvWpvAAAANsAAAAPAAAAAAAAAAAAAAAAAJgCAABkcnMvZG93bnJldi54&#10;bWxQSwUGAAAAAAQABAD1AAAAgQMAAAAA&#10;" stroked="f">
                    <v:fill opacity="32896f"/>
                    <v:textbox>
                      <w:txbxContent>
                        <w:p w:rsidR="00524669" w:rsidRPr="00AE7BB8" w:rsidRDefault="00524669" w:rsidP="00524669">
                          <w:pPr>
                            <w:rPr>
                              <w:sz w:val="20"/>
                              <w:szCs w:val="20"/>
                              <w:vertAlign w:val="superscript"/>
                            </w:rPr>
                          </w:pPr>
                          <w:proofErr w:type="gramStart"/>
                          <w:r>
                            <w:rPr>
                              <w:sz w:val="20"/>
                              <w:szCs w:val="20"/>
                            </w:rPr>
                            <w:t>130</w:t>
                          </w:r>
                          <m:oMath>
                            <w:proofErr w:type="gramEnd"/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°</m:t>
                            </m:r>
                          </m:oMath>
                          <w:r w:rsidRPr="001E2B8A">
                            <w:rPr>
                              <w:sz w:val="20"/>
                              <w:szCs w:val="20"/>
                              <w:vertAlign w:val="superscript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  <w:vertAlign w:val="superscript"/>
                            </w:rPr>
                            <w:t xml:space="preserve">o </w:t>
                          </w:r>
                          <w:proofErr w:type="spellStart"/>
                          <w:r>
                            <w:rPr>
                              <w:sz w:val="20"/>
                              <w:szCs w:val="20"/>
                              <w:vertAlign w:val="superscript"/>
                            </w:rPr>
                            <w:t>o</w:t>
                          </w:r>
                          <w:proofErr w:type="spellEnd"/>
                        </w:p>
                      </w:txbxContent>
                    </v:textbox>
                  </v:shape>
                  <v:shape id="Text Box 48" o:spid="_x0000_s1115" type="#_x0000_t202" style="position:absolute;left:5991;top:10677;width:460;height: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VlN8AA&#10;AADbAAAADwAAAGRycy9kb3ducmV2LnhtbESPzYrCMBSF94LvEK4wO01VFK1GmSl0dKsOjMtLc22L&#10;zU1Jota3N8LALA/f+eGst51pxJ2cry0rGI8SEMSF1TWXCn5O+XABwgdkjY1lUvAkD9tNv7fGVNsH&#10;H+h+DKWIJexTVFCF0KZS+qIig35kW+LILtYZDFG6UmqHj1huGjlJkrk0WHNcqLClrKLierwZBWd5&#10;Kqe5yydI2ddvN/5e7rK9Vupj0H2uQATqwr/5Lx05zJbw/hJ/gN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iVlN8AAAADbAAAADwAAAAAAAAAAAAAAAACYAgAAZHJzL2Rvd25y&#10;ZXYueG1sUEsFBgAAAAAEAAQA9QAAAIUDAAAAAA==&#10;" stroked="f">
                    <v:fill opacity="32896f"/>
                    <v:textbox style="mso-fit-shape-to-text:t">
                      <w:txbxContent>
                        <w:p w:rsidR="00524669" w:rsidRPr="004B28B7" w:rsidRDefault="00524669" w:rsidP="00524669">
                          <w:pPr>
                            <w:rPr>
                              <w:i/>
                              <w:sz w:val="20"/>
                              <w:szCs w:val="20"/>
                            </w:rPr>
                          </w:pPr>
                          <w:proofErr w:type="gramStart"/>
                          <w:r>
                            <w:rPr>
                              <w:i/>
                              <w:sz w:val="20"/>
                              <w:szCs w:val="20"/>
                            </w:rPr>
                            <w:t>m</w:t>
                          </w:r>
                          <w:proofErr w:type="gramEnd"/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</w:tr>
      <w:tr w:rsidR="00524669" w:rsidRPr="00FE0E39" w:rsidTr="00524669">
        <w:trPr>
          <w:trHeight w:val="2260"/>
        </w:trPr>
        <w:tc>
          <w:tcPr>
            <w:tcW w:w="11178" w:type="dxa"/>
            <w:gridSpan w:val="8"/>
            <w:tcBorders>
              <w:bottom w:val="single" w:sz="4" w:space="0" w:color="auto"/>
            </w:tcBorders>
          </w:tcPr>
          <w:p w:rsidR="00524669" w:rsidRPr="00524669" w:rsidRDefault="00524669" w:rsidP="006F7F1E">
            <w:pPr>
              <w:tabs>
                <w:tab w:val="left" w:pos="8880"/>
              </w:tabs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45720</wp:posOffset>
                  </wp:positionV>
                  <wp:extent cx="5229225" cy="1495425"/>
                  <wp:effectExtent l="19050" t="0" r="9525" b="0"/>
                  <wp:wrapNone/>
                  <wp:docPr id="28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260" t="2941" b="47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922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sz w:val="20"/>
              </w:rPr>
              <w:t>18</w:t>
            </w:r>
            <w:r w:rsidRPr="00524669">
              <w:rPr>
                <w:rFonts w:ascii="Calibri" w:hAnsi="Calibri"/>
                <w:sz w:val="20"/>
              </w:rPr>
              <w:t>.</w:t>
            </w:r>
          </w:p>
          <w:p w:rsidR="00524669" w:rsidRPr="00524669" w:rsidRDefault="00524669" w:rsidP="006F7F1E">
            <w:pPr>
              <w:tabs>
                <w:tab w:val="left" w:pos="8880"/>
              </w:tabs>
              <w:rPr>
                <w:rFonts w:ascii="Calibri" w:hAnsi="Calibri"/>
                <w:sz w:val="20"/>
              </w:rPr>
            </w:pPr>
          </w:p>
          <w:p w:rsidR="00524669" w:rsidRPr="00524669" w:rsidRDefault="00524669" w:rsidP="006F7F1E">
            <w:pPr>
              <w:tabs>
                <w:tab w:val="left" w:pos="8880"/>
              </w:tabs>
              <w:rPr>
                <w:rFonts w:ascii="Calibri" w:hAnsi="Calibri"/>
                <w:sz w:val="20"/>
              </w:rPr>
            </w:pPr>
          </w:p>
          <w:p w:rsidR="00524669" w:rsidRPr="00524669" w:rsidRDefault="00524669" w:rsidP="006F7F1E">
            <w:pPr>
              <w:tabs>
                <w:tab w:val="left" w:pos="8880"/>
              </w:tabs>
              <w:rPr>
                <w:rFonts w:ascii="Calibri" w:hAnsi="Calibri"/>
                <w:sz w:val="20"/>
              </w:rPr>
            </w:pPr>
          </w:p>
          <w:p w:rsidR="00524669" w:rsidRPr="00524669" w:rsidRDefault="00524669" w:rsidP="006F7F1E">
            <w:pPr>
              <w:tabs>
                <w:tab w:val="left" w:pos="8880"/>
              </w:tabs>
              <w:rPr>
                <w:rFonts w:ascii="Calibri" w:hAnsi="Calibri"/>
                <w:sz w:val="20"/>
              </w:rPr>
            </w:pPr>
          </w:p>
          <w:p w:rsidR="00524669" w:rsidRPr="00524669" w:rsidRDefault="00524669" w:rsidP="006F7F1E">
            <w:pPr>
              <w:tabs>
                <w:tab w:val="left" w:pos="8880"/>
              </w:tabs>
              <w:rPr>
                <w:rFonts w:ascii="Calibri" w:hAnsi="Calibri"/>
                <w:sz w:val="20"/>
              </w:rPr>
            </w:pPr>
            <w:r w:rsidRPr="00524669">
              <w:rPr>
                <w:rFonts w:ascii="Calibri" w:hAnsi="Calibri"/>
                <w:noProof/>
                <w:sz w:val="20"/>
                <w:szCs w:val="20"/>
              </w:rPr>
              <w:pict>
                <v:rect id="_x0000_s1138" style="position:absolute;margin-left:11.25pt;margin-top:4.8pt;width:171pt;height:55.65pt;z-index:251679744" stroked="f">
                  <v:textbox style="mso-next-textbox:#_x0000_s1138">
                    <w:txbxContent>
                      <w:p w:rsidR="00524669" w:rsidRPr="00524669" w:rsidRDefault="00524669" w:rsidP="00524669">
                        <w:pPr>
                          <w:jc w:val="center"/>
                          <w:rPr>
                            <w:rFonts w:eastAsiaTheme="minorEastAsia"/>
                            <w:noProof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∠BCE=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8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8"/>
                                  </w:rPr>
                                  <m:t>4x+8</m:t>
                                </m:r>
                              </m:e>
                            </m:d>
                            <m:r>
                              <w:rPr>
                                <w:rFonts w:ascii="Cambria Math" w:eastAsiaTheme="minorEastAsia" w:hAnsi="Cambria Math"/>
                                <w:sz w:val="28"/>
                              </w:rPr>
                              <m:t>°</m:t>
                            </m:r>
                          </m:oMath>
                        </m:oMathPara>
                      </w:p>
                      <w:p w:rsidR="00524669" w:rsidRPr="00524669" w:rsidRDefault="00524669" w:rsidP="00524669">
                        <w:pPr>
                          <w:jc w:val="center"/>
                          <w:rPr>
                            <w:rFonts w:eastAsiaTheme="minorEastAsia"/>
                            <w:noProof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∠DCE=(x+2)°</m:t>
                            </m:r>
                          </m:oMath>
                        </m:oMathPara>
                      </w:p>
                      <w:p w:rsidR="00524669" w:rsidRDefault="00524669" w:rsidP="00524669"/>
                    </w:txbxContent>
                  </v:textbox>
                </v:rect>
              </w:pict>
            </w:r>
          </w:p>
          <w:p w:rsidR="00524669" w:rsidRPr="00524669" w:rsidRDefault="00524669" w:rsidP="006F7F1E">
            <w:pPr>
              <w:tabs>
                <w:tab w:val="left" w:pos="8880"/>
              </w:tabs>
              <w:rPr>
                <w:rFonts w:ascii="Calibri" w:hAnsi="Calibri"/>
                <w:sz w:val="20"/>
              </w:rPr>
            </w:pPr>
          </w:p>
          <w:p w:rsidR="00524669" w:rsidRPr="00524669" w:rsidRDefault="00524669" w:rsidP="006F7F1E">
            <w:pPr>
              <w:tabs>
                <w:tab w:val="left" w:pos="8880"/>
              </w:tabs>
              <w:rPr>
                <w:rFonts w:ascii="Calibri" w:hAnsi="Calibri"/>
                <w:sz w:val="20"/>
              </w:rPr>
            </w:pPr>
          </w:p>
          <w:p w:rsidR="00524669" w:rsidRPr="00524669" w:rsidRDefault="00524669" w:rsidP="006F7F1E">
            <w:pPr>
              <w:tabs>
                <w:tab w:val="left" w:pos="8880"/>
              </w:tabs>
              <w:rPr>
                <w:rFonts w:ascii="Calibri" w:hAnsi="Calibri"/>
                <w:sz w:val="20"/>
              </w:rPr>
            </w:pPr>
          </w:p>
          <w:p w:rsidR="00524669" w:rsidRPr="00524669" w:rsidRDefault="00524669" w:rsidP="006F7F1E">
            <w:pPr>
              <w:tabs>
                <w:tab w:val="left" w:pos="8880"/>
              </w:tabs>
              <w:rPr>
                <w:rFonts w:ascii="Calibri" w:hAnsi="Calibri"/>
                <w:sz w:val="20"/>
              </w:rPr>
            </w:pPr>
          </w:p>
        </w:tc>
      </w:tr>
      <w:tr w:rsidR="00524669" w:rsidRPr="00524669" w:rsidTr="00524669">
        <w:trPr>
          <w:trHeight w:val="239"/>
        </w:trPr>
        <w:tc>
          <w:tcPr>
            <w:tcW w:w="1855" w:type="dxa"/>
            <w:tcBorders>
              <w:bottom w:val="nil"/>
            </w:tcBorders>
          </w:tcPr>
          <w:p w:rsidR="00524669" w:rsidRPr="00524669" w:rsidRDefault="00524669" w:rsidP="006F7F1E">
            <w:pPr>
              <w:rPr>
                <w:rFonts w:ascii="Calibri" w:hAnsi="Calibri"/>
                <w:sz w:val="32"/>
              </w:rPr>
            </w:pPr>
            <w:r w:rsidRPr="00524669">
              <w:rPr>
                <w:rFonts w:ascii="Calibri" w:hAnsi="Calibri"/>
                <w:b/>
                <w:sz w:val="32"/>
              </w:rPr>
              <w:t>G</w:t>
            </w:r>
            <w:r>
              <w:rPr>
                <w:rFonts w:ascii="Calibri" w:hAnsi="Calibri"/>
                <w:b/>
                <w:sz w:val="32"/>
              </w:rPr>
              <w:t>_________</w:t>
            </w:r>
          </w:p>
          <w:p w:rsidR="00524669" w:rsidRPr="00524669" w:rsidRDefault="00524669" w:rsidP="006F7F1E">
            <w:pPr>
              <w:rPr>
                <w:rFonts w:ascii="Calibri" w:hAnsi="Calibri"/>
                <w:b/>
                <w:sz w:val="32"/>
              </w:rPr>
            </w:pPr>
          </w:p>
          <w:p w:rsidR="00524669" w:rsidRPr="00524669" w:rsidRDefault="00524669" w:rsidP="006F7F1E">
            <w:pPr>
              <w:rPr>
                <w:rFonts w:ascii="Calibri" w:hAnsi="Calibri"/>
                <w:b/>
                <w:sz w:val="32"/>
              </w:rPr>
            </w:pPr>
          </w:p>
          <w:p w:rsidR="00524669" w:rsidRPr="00524669" w:rsidRDefault="00524669" w:rsidP="006F7F1E">
            <w:pPr>
              <w:rPr>
                <w:rFonts w:ascii="Calibri" w:hAnsi="Calibri"/>
                <w:b/>
                <w:sz w:val="32"/>
              </w:rPr>
            </w:pPr>
          </w:p>
          <w:p w:rsidR="00524669" w:rsidRDefault="00524669" w:rsidP="006F7F1E">
            <w:pPr>
              <w:rPr>
                <w:rFonts w:ascii="Calibri" w:hAnsi="Calibri"/>
                <w:b/>
                <w:sz w:val="32"/>
              </w:rPr>
            </w:pPr>
          </w:p>
          <w:p w:rsidR="00524669" w:rsidRPr="00524669" w:rsidRDefault="00524669" w:rsidP="006F7F1E">
            <w:pPr>
              <w:rPr>
                <w:rFonts w:ascii="Calibri" w:hAnsi="Calibri"/>
                <w:b/>
                <w:sz w:val="72"/>
              </w:rPr>
            </w:pPr>
          </w:p>
          <w:p w:rsidR="00524669" w:rsidRPr="00524669" w:rsidRDefault="00524669" w:rsidP="006F7F1E">
            <w:pPr>
              <w:rPr>
                <w:rFonts w:ascii="Calibri" w:hAnsi="Calibri"/>
                <w:b/>
                <w:sz w:val="32"/>
              </w:rPr>
            </w:pPr>
          </w:p>
        </w:tc>
        <w:tc>
          <w:tcPr>
            <w:tcW w:w="1888" w:type="dxa"/>
            <w:gridSpan w:val="2"/>
            <w:tcBorders>
              <w:bottom w:val="nil"/>
            </w:tcBorders>
          </w:tcPr>
          <w:p w:rsidR="00524669" w:rsidRPr="00524669" w:rsidRDefault="00524669" w:rsidP="006F7F1E">
            <w:pPr>
              <w:rPr>
                <w:rFonts w:ascii="Calibri" w:hAnsi="Calibri"/>
                <w:sz w:val="20"/>
              </w:rPr>
            </w:pPr>
            <w:r w:rsidRPr="00524669">
              <w:rPr>
                <w:rFonts w:ascii="Calibri" w:hAnsi="Calibri"/>
                <w:b/>
                <w:sz w:val="32"/>
              </w:rPr>
              <w:t>R</w:t>
            </w:r>
            <w:r>
              <w:rPr>
                <w:rFonts w:ascii="Calibri" w:hAnsi="Calibri"/>
                <w:b/>
                <w:sz w:val="32"/>
              </w:rPr>
              <w:t>_________</w:t>
            </w:r>
            <w:r>
              <w:rPr>
                <w:rFonts w:ascii="Calibri" w:hAnsi="Calibri"/>
                <w:b/>
                <w:sz w:val="32"/>
              </w:rPr>
              <w:br/>
            </w:r>
            <w:r>
              <w:rPr>
                <w:rFonts w:ascii="Calibri" w:hAnsi="Calibri"/>
                <w:sz w:val="20"/>
              </w:rPr>
              <w:t>(include angles)</w:t>
            </w:r>
          </w:p>
        </w:tc>
        <w:tc>
          <w:tcPr>
            <w:tcW w:w="1980" w:type="dxa"/>
            <w:gridSpan w:val="2"/>
            <w:tcBorders>
              <w:bottom w:val="nil"/>
            </w:tcBorders>
          </w:tcPr>
          <w:p w:rsidR="00524669" w:rsidRPr="00524669" w:rsidRDefault="00524669" w:rsidP="006F7F1E">
            <w:pPr>
              <w:rPr>
                <w:rFonts w:ascii="Calibri" w:hAnsi="Calibri"/>
                <w:b/>
                <w:sz w:val="32"/>
              </w:rPr>
            </w:pPr>
            <w:r w:rsidRPr="00524669">
              <w:rPr>
                <w:rFonts w:ascii="Calibri" w:hAnsi="Calibri"/>
                <w:b/>
                <w:sz w:val="32"/>
              </w:rPr>
              <w:t>A</w:t>
            </w:r>
            <w:r>
              <w:rPr>
                <w:rFonts w:ascii="Calibri" w:hAnsi="Calibri"/>
                <w:b/>
                <w:sz w:val="32"/>
              </w:rPr>
              <w:t>_________</w:t>
            </w:r>
            <w:r>
              <w:rPr>
                <w:rFonts w:ascii="Calibri" w:hAnsi="Calibri"/>
                <w:b/>
                <w:sz w:val="32"/>
              </w:rPr>
              <w:br/>
            </w:r>
            <w:r>
              <w:rPr>
                <w:rFonts w:ascii="Calibri" w:hAnsi="Calibri"/>
                <w:sz w:val="20"/>
              </w:rPr>
              <w:t>(include formula)</w:t>
            </w:r>
          </w:p>
        </w:tc>
        <w:tc>
          <w:tcPr>
            <w:tcW w:w="2854" w:type="dxa"/>
            <w:gridSpan w:val="2"/>
            <w:tcBorders>
              <w:bottom w:val="nil"/>
            </w:tcBorders>
          </w:tcPr>
          <w:p w:rsidR="00524669" w:rsidRPr="00524669" w:rsidRDefault="00524669" w:rsidP="006F7F1E">
            <w:pPr>
              <w:rPr>
                <w:rFonts w:ascii="Calibri" w:hAnsi="Calibri"/>
                <w:b/>
                <w:sz w:val="32"/>
              </w:rPr>
            </w:pPr>
            <w:r w:rsidRPr="00524669">
              <w:rPr>
                <w:rFonts w:ascii="Calibri" w:hAnsi="Calibri"/>
                <w:b/>
                <w:sz w:val="32"/>
              </w:rPr>
              <w:t>S</w:t>
            </w:r>
            <w:r>
              <w:rPr>
                <w:rFonts w:ascii="Calibri" w:hAnsi="Calibri"/>
                <w:b/>
                <w:sz w:val="32"/>
              </w:rPr>
              <w:t>______</w:t>
            </w:r>
            <w:proofErr w:type="gramStart"/>
            <w:r>
              <w:rPr>
                <w:rFonts w:ascii="Calibri" w:hAnsi="Calibri"/>
                <w:b/>
                <w:sz w:val="32"/>
              </w:rPr>
              <w:t>_</w:t>
            </w:r>
            <w:r>
              <w:rPr>
                <w:rFonts w:ascii="Calibri" w:hAnsi="Calibri"/>
                <w:sz w:val="20"/>
              </w:rPr>
              <w:t>(</w:t>
            </w:r>
            <w:proofErr w:type="gramEnd"/>
            <w:r>
              <w:rPr>
                <w:rFonts w:ascii="Calibri" w:hAnsi="Calibri"/>
                <w:sz w:val="20"/>
              </w:rPr>
              <w:t>show all work!)</w:t>
            </w:r>
          </w:p>
        </w:tc>
        <w:tc>
          <w:tcPr>
            <w:tcW w:w="2601" w:type="dxa"/>
            <w:tcBorders>
              <w:bottom w:val="nil"/>
            </w:tcBorders>
          </w:tcPr>
          <w:p w:rsidR="00524669" w:rsidRPr="00524669" w:rsidRDefault="00524669" w:rsidP="006F7F1E">
            <w:pPr>
              <w:rPr>
                <w:rFonts w:ascii="Calibri" w:hAnsi="Calibri"/>
              </w:rPr>
            </w:pPr>
            <w:r w:rsidRPr="00524669">
              <w:rPr>
                <w:rFonts w:ascii="Calibri" w:hAnsi="Calibri"/>
                <w:b/>
                <w:sz w:val="32"/>
              </w:rPr>
              <w:t>P</w:t>
            </w:r>
            <w:r>
              <w:rPr>
                <w:rFonts w:ascii="Calibri" w:hAnsi="Calibri"/>
                <w:b/>
                <w:sz w:val="32"/>
              </w:rPr>
              <w:t>_________</w:t>
            </w:r>
            <w:r>
              <w:rPr>
                <w:rFonts w:ascii="Calibri" w:hAnsi="Calibri"/>
                <w:b/>
                <w:sz w:val="32"/>
              </w:rPr>
              <w:br/>
            </w:r>
            <w:r>
              <w:rPr>
                <w:rFonts w:ascii="Calibri" w:hAnsi="Calibri"/>
                <w:sz w:val="20"/>
              </w:rPr>
              <w:t xml:space="preserve">(use words </w:t>
            </w:r>
            <w:r>
              <w:rPr>
                <w:rFonts w:ascii="Calibri" w:hAnsi="Calibri"/>
                <w:sz w:val="20"/>
                <w:u w:val="single"/>
              </w:rPr>
              <w:t>and</w:t>
            </w:r>
            <w:r w:rsidRPr="00524669">
              <w:rPr>
                <w:rFonts w:ascii="Calibri" w:hAnsi="Calibri"/>
                <w:sz w:val="20"/>
              </w:rPr>
              <w:t xml:space="preserve"> images)</w:t>
            </w:r>
          </w:p>
        </w:tc>
      </w:tr>
    </w:tbl>
    <w:p w:rsidR="00524669" w:rsidRPr="00524669" w:rsidRDefault="00524669" w:rsidP="00524669">
      <w:pPr>
        <w:rPr>
          <w:sz w:val="2"/>
        </w:rPr>
      </w:pPr>
    </w:p>
    <w:sectPr w:rsidR="00524669" w:rsidRPr="00524669" w:rsidSect="008D1D28">
      <w:footerReference w:type="default" r:id="rId25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04D" w:rsidRDefault="0028704D" w:rsidP="004A1C66">
      <w:r>
        <w:separator/>
      </w:r>
    </w:p>
  </w:endnote>
  <w:endnote w:type="continuationSeparator" w:id="0">
    <w:p w:rsidR="0028704D" w:rsidRDefault="0028704D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04D" w:rsidRDefault="0028704D" w:rsidP="004A1C66">
      <w:r>
        <w:separator/>
      </w:r>
    </w:p>
  </w:footnote>
  <w:footnote w:type="continuationSeparator" w:id="0">
    <w:p w:rsidR="0028704D" w:rsidRDefault="0028704D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E26C1"/>
    <w:multiLevelType w:val="hybridMultilevel"/>
    <w:tmpl w:val="B39280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015BD"/>
    <w:multiLevelType w:val="hybridMultilevel"/>
    <w:tmpl w:val="F9C47C9A"/>
    <w:lvl w:ilvl="0" w:tplc="86669D7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F1B76"/>
    <w:multiLevelType w:val="hybridMultilevel"/>
    <w:tmpl w:val="1FF2F13E"/>
    <w:lvl w:ilvl="0" w:tplc="938E53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EB60CE"/>
    <w:multiLevelType w:val="hybridMultilevel"/>
    <w:tmpl w:val="7AD83FF4"/>
    <w:lvl w:ilvl="0" w:tplc="A344FFF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C459B0"/>
    <w:multiLevelType w:val="hybridMultilevel"/>
    <w:tmpl w:val="9A66B014"/>
    <w:lvl w:ilvl="0" w:tplc="B39E3A66">
      <w:start w:val="5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D51C1FE0">
      <w:start w:val="1"/>
      <w:numFmt w:val="upperLetter"/>
      <w:lvlText w:val="%2."/>
      <w:lvlJc w:val="left"/>
      <w:pPr>
        <w:tabs>
          <w:tab w:val="num" w:pos="907"/>
        </w:tabs>
        <w:ind w:left="648" w:hanging="101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C66"/>
    <w:rsid w:val="000248E2"/>
    <w:rsid w:val="00242D79"/>
    <w:rsid w:val="0028704D"/>
    <w:rsid w:val="003B785F"/>
    <w:rsid w:val="004A1C66"/>
    <w:rsid w:val="004D05E9"/>
    <w:rsid w:val="00524669"/>
    <w:rsid w:val="0065474E"/>
    <w:rsid w:val="00674044"/>
    <w:rsid w:val="006F5A5F"/>
    <w:rsid w:val="00846041"/>
    <w:rsid w:val="00860B4A"/>
    <w:rsid w:val="008D1D28"/>
    <w:rsid w:val="00B53200"/>
    <w:rsid w:val="00CE4705"/>
    <w:rsid w:val="00D3036C"/>
    <w:rsid w:val="00DD6332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  <o:rules v:ext="edit">
        <o:r id="V:Rule2" type="arc" idref="#_x0000_s1032"/>
        <o:r id="V:Rule4" type="connector" idref="#_x0000_s1033"/>
        <o:r id="V:Rule5" type="arc" idref="#_x0000_s1034"/>
        <o:r id="V:Rule7" type="connector" idref="#_x0000_s1035"/>
        <o:r id="V:Rule8" type="connector" idref="#_x0000_s1036"/>
        <o:r id="V:Rule21" type="connector" idref="#AutoShape 15"/>
        <o:r id="V:Rule22" type="connector" idref="#AutoShape 16"/>
        <o:r id="V:Rule23" type="connector" idref="#AutoShape 39"/>
        <o:r id="V:Rule24" type="connector" idref="#AutoShape 40"/>
        <o:r id="V:Rule25" type="connector" idref="#AutoShape 41"/>
        <o:r id="V:Rule26" type="connector" idref="#AutoShape 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860B4A"/>
    <w:pPr>
      <w:ind w:left="720"/>
      <w:contextualSpacing/>
    </w:pPr>
  </w:style>
  <w:style w:type="table" w:styleId="TableGrid">
    <w:name w:val="Table Grid"/>
    <w:basedOn w:val="TableNormal"/>
    <w:uiPriority w:val="59"/>
    <w:rsid w:val="005246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2466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png"/><Relationship Id="rId18" Type="http://schemas.openxmlformats.org/officeDocument/2006/relationships/oleObject" Target="embeddings/oleObject2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oleObject" Target="embeddings/oleObject1.bin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2.e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1.png"/><Relationship Id="rId10" Type="http://schemas.openxmlformats.org/officeDocument/2006/relationships/image" Target="media/image4.png"/><Relationship Id="rId19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oleObject" Target="embeddings/oleObject6.bin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Hw37_TransversalSpecialAngles</Template>
  <TotalTime>1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dcterms:created xsi:type="dcterms:W3CDTF">2014-10-15T04:34:00Z</dcterms:created>
  <dcterms:modified xsi:type="dcterms:W3CDTF">2014-10-15T04:34:00Z</dcterms:modified>
</cp:coreProperties>
</file>